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7B" w:rsidRPr="00EC3B3D" w:rsidRDefault="00E31F7B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E31F7B" w:rsidRPr="00682DD7" w:rsidRDefault="00E31F7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E31F7B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E31F7B" w:rsidRPr="006C113F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C113F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C113F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C113F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E31F7B" w:rsidRPr="006C113F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>
        <w:rPr>
          <w:b/>
          <w:bCs/>
        </w:rPr>
        <w:t>Dz.U. UE 2024</w:t>
      </w:r>
      <w:r w:rsidRPr="006C113F">
        <w:rPr>
          <w:b/>
          <w:bCs/>
        </w:rPr>
        <w:t xml:space="preserve">/S </w:t>
      </w:r>
      <w:r>
        <w:rPr>
          <w:b/>
          <w:bCs/>
        </w:rPr>
        <w:t>217-680016</w:t>
      </w:r>
      <w:r w:rsidRPr="006C113F">
        <w:rPr>
          <w:b/>
          <w:bCs/>
        </w:rPr>
        <w:t xml:space="preserve"> data </w:t>
      </w:r>
      <w:r>
        <w:rPr>
          <w:b/>
          <w:bCs/>
        </w:rPr>
        <w:t>07/11/2024</w:t>
      </w:r>
      <w:r w:rsidRPr="006C113F">
        <w:rPr>
          <w:b/>
          <w:bCs/>
        </w:rPr>
        <w:t xml:space="preserve"> strona […..], </w:t>
      </w:r>
    </w:p>
    <w:p w:rsidR="00E31F7B" w:rsidRPr="006C113F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>
        <w:rPr>
          <w:b/>
          <w:bCs/>
        </w:rPr>
        <w:t>Numer ogłoszenia w 2024</w:t>
      </w:r>
      <w:r w:rsidRPr="006C113F">
        <w:rPr>
          <w:b/>
          <w:bCs/>
        </w:rPr>
        <w:t xml:space="preserve">/S </w:t>
      </w:r>
      <w:r>
        <w:rPr>
          <w:b/>
          <w:bCs/>
        </w:rPr>
        <w:t>217-680016</w:t>
      </w:r>
    </w:p>
    <w:p w:rsidR="00E31F7B" w:rsidRPr="00682DD7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C113F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lub podmiot zamawiający muszą wypełnić informacje umożliwiające jednoznaczne zidentyfikowanie postępowania o udzielenie zamówienia:</w:t>
      </w:r>
    </w:p>
    <w:p w:rsidR="00E31F7B" w:rsidRPr="00682DD7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E31F7B" w:rsidRPr="00682DD7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E31F7B" w:rsidRPr="00682DD7">
        <w:trPr>
          <w:trHeight w:val="349"/>
        </w:trPr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rPr>
          <w:trHeight w:val="349"/>
        </w:trPr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E31F7B" w:rsidRPr="00B150BB" w:rsidRDefault="00E31F7B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B150BB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E31F7B" w:rsidRPr="00B150BB" w:rsidRDefault="00E31F7B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ul. Energetyków 46, 44-200 Rybnik</w:t>
            </w:r>
          </w:p>
          <w:p w:rsidR="00E31F7B" w:rsidRPr="00FC39AB" w:rsidRDefault="00E31F7B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31F7B" w:rsidRPr="00682DD7">
        <w:trPr>
          <w:trHeight w:val="485"/>
        </w:trPr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E31F7B" w:rsidRPr="00682DD7">
        <w:trPr>
          <w:trHeight w:val="484"/>
        </w:trPr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31F7B" w:rsidRPr="00382504" w:rsidRDefault="00E31F7B" w:rsidP="00382504">
            <w:pPr>
              <w:pStyle w:val="NormalWeb"/>
              <w:spacing w:before="0" w:after="0"/>
              <w:ind w:firstLine="3"/>
              <w:jc w:val="left"/>
              <w:rPr>
                <w:rFonts w:ascii="Arial" w:hAnsi="Arial" w:cs="Arial"/>
                <w:b/>
                <w:bCs/>
              </w:rPr>
            </w:pPr>
            <w:r w:rsidRPr="00382504">
              <w:rPr>
                <w:rFonts w:ascii="Arial" w:hAnsi="Arial" w:cs="Arial"/>
                <w:b/>
                <w:bCs/>
              </w:rPr>
              <w:t xml:space="preserve">Dostawy wyrobów medycznych </w:t>
            </w:r>
            <w:r>
              <w:rPr>
                <w:rFonts w:ascii="Arial" w:hAnsi="Arial" w:cs="Arial"/>
                <w:b/>
                <w:bCs/>
              </w:rPr>
              <w:t>ortopedycznych</w:t>
            </w:r>
          </w:p>
        </w:tc>
      </w:tr>
      <w:tr w:rsidR="00E31F7B" w:rsidRPr="00682DD7">
        <w:trPr>
          <w:trHeight w:val="484"/>
        </w:trPr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31F7B" w:rsidRPr="00382504" w:rsidRDefault="00E31F7B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LAS-151-PN/52-2024</w:t>
            </w:r>
            <w:r w:rsidRPr="0038250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BS</w:t>
            </w:r>
          </w:p>
        </w:tc>
      </w:tr>
    </w:tbl>
    <w:p w:rsidR="00E31F7B" w:rsidRPr="00682DD7" w:rsidRDefault="00E31F7B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E31F7B" w:rsidRPr="00682DD7" w:rsidRDefault="00E31F7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31F7B" w:rsidRPr="00682DD7">
        <w:trPr>
          <w:trHeight w:val="1372"/>
        </w:trPr>
        <w:tc>
          <w:tcPr>
            <w:tcW w:w="4644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31F7B" w:rsidRPr="00682DD7">
        <w:trPr>
          <w:trHeight w:val="2002"/>
        </w:trPr>
        <w:tc>
          <w:tcPr>
            <w:tcW w:w="4644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31F7B" w:rsidRPr="00B84CAC" w:rsidRDefault="00E31F7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31F7B" w:rsidRPr="00B84CAC" w:rsidRDefault="00E31F7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31F7B" w:rsidRPr="00682DD7">
        <w:tc>
          <w:tcPr>
            <w:tcW w:w="4644" w:type="dxa"/>
          </w:tcPr>
          <w:p w:rsidR="00E31F7B" w:rsidRPr="00C646D5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E31F7B" w:rsidRPr="00C646D5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E31F7B" w:rsidRPr="00682DD7">
        <w:tc>
          <w:tcPr>
            <w:tcW w:w="4644" w:type="dxa"/>
          </w:tcPr>
          <w:p w:rsidR="00E31F7B" w:rsidRPr="001E6930" w:rsidRDefault="00E31F7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E31F7B" w:rsidRPr="001E6930" w:rsidRDefault="00E31F7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E31F7B" w:rsidRPr="001E6930" w:rsidRDefault="00E31F7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E31F7B" w:rsidRPr="001E6930" w:rsidRDefault="00E31F7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31F7B" w:rsidRDefault="00E31F7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E31F7B" w:rsidRPr="004A7AE1" w:rsidRDefault="00E31F7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E31F7B" w:rsidRPr="004A7AE1" w:rsidRDefault="00E31F7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E31F7B" w:rsidRPr="004A7AE1" w:rsidRDefault="00E31F7B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E31F7B" w:rsidRPr="001E6930" w:rsidRDefault="00E31F7B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E31F7B" w:rsidRPr="00682DD7">
        <w:tc>
          <w:tcPr>
            <w:tcW w:w="4644" w:type="dxa"/>
          </w:tcPr>
          <w:p w:rsidR="00E31F7B" w:rsidRPr="001E6930" w:rsidRDefault="00E31F7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E31F7B" w:rsidRPr="001E6930" w:rsidRDefault="00E31F7B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31F7B" w:rsidRPr="001E6930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E31F7B" w:rsidRPr="001E6930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31F7B" w:rsidRPr="001E6930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31F7B" w:rsidRPr="001E6930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E31F7B" w:rsidRPr="001E6930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31F7B" w:rsidRPr="001E6930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31F7B" w:rsidRPr="001E6930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31F7B" w:rsidRPr="00682DD7">
        <w:tc>
          <w:tcPr>
            <w:tcW w:w="9289" w:type="dxa"/>
            <w:gridSpan w:val="2"/>
            <w:shd w:val="clear" w:color="auto" w:fill="F2F2F2"/>
          </w:tcPr>
          <w:p w:rsidR="00E31F7B" w:rsidRDefault="00E31F7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E31F7B" w:rsidRDefault="00E31F7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E31F7B" w:rsidRPr="00455154" w:rsidRDefault="00E31F7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327EAF" w:rsidRDefault="00E31F7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E31F7B" w:rsidRPr="00327EAF" w:rsidRDefault="00E31F7B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E31F7B" w:rsidRPr="00682DD7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E31F7B" w:rsidRPr="00C646D5" w:rsidRDefault="00E31F7B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E31F7B" w:rsidRPr="001439B8" w:rsidRDefault="00E31F7B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E31F7B" w:rsidRPr="00C646D5" w:rsidRDefault="00E31F7B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4E53B2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344658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E31F7B" w:rsidRPr="00B84CAC" w:rsidRDefault="00E31F7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E31F7B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E31F7B" w:rsidRPr="00682DD7">
        <w:tc>
          <w:tcPr>
            <w:tcW w:w="4534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534" w:type="dxa"/>
          </w:tcPr>
          <w:p w:rsidR="00E31F7B" w:rsidRPr="00C32A45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E31F7B" w:rsidRPr="00C32A45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E31F7B" w:rsidRPr="008D1566" w:rsidRDefault="00E31F7B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E31F7B" w:rsidRPr="00EC3B3D" w:rsidRDefault="00E31F7B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E31F7B" w:rsidRPr="00682DD7" w:rsidRDefault="00E31F7B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31F7B" w:rsidRPr="00682DD7" w:rsidRDefault="00E31F7B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31F7B" w:rsidRPr="00916520" w:rsidRDefault="00E31F7B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E31F7B" w:rsidRPr="00682DD7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31F7B" w:rsidRPr="00682DD7" w:rsidRDefault="00E31F7B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31F7B" w:rsidRPr="00682DD7" w:rsidRDefault="00E31F7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31F7B" w:rsidRPr="00682DD7" w:rsidRDefault="00E31F7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31F7B" w:rsidRPr="00682DD7" w:rsidRDefault="00E31F7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E31F7B" w:rsidRPr="00682DD7" w:rsidRDefault="00E31F7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E31F7B" w:rsidRPr="00682DD7" w:rsidRDefault="00E31F7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E31F7B" w:rsidRPr="00682DD7">
        <w:tc>
          <w:tcPr>
            <w:tcW w:w="4644" w:type="dxa"/>
          </w:tcPr>
          <w:p w:rsidR="00E31F7B" w:rsidRPr="00330C13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E31F7B" w:rsidRPr="00330C13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31F7B" w:rsidRPr="00682DD7">
        <w:trPr>
          <w:trHeight w:val="470"/>
        </w:trPr>
        <w:tc>
          <w:tcPr>
            <w:tcW w:w="4644" w:type="dxa"/>
            <w:vMerge w:val="restart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31F7B" w:rsidRPr="00682DD7" w:rsidRDefault="00E31F7B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31F7B" w:rsidRPr="00682DD7" w:rsidRDefault="00E31F7B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31F7B" w:rsidRPr="00682DD7" w:rsidRDefault="00E31F7B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31F7B" w:rsidRPr="00682DD7" w:rsidRDefault="00E31F7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31F7B" w:rsidRPr="003B6F34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E31F7B" w:rsidRPr="00682DD7" w:rsidRDefault="00E31F7B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31F7B" w:rsidRPr="00682DD7">
        <w:trPr>
          <w:trHeight w:val="1977"/>
        </w:trPr>
        <w:tc>
          <w:tcPr>
            <w:tcW w:w="4644" w:type="dxa"/>
            <w:vMerge/>
          </w:tcPr>
          <w:p w:rsidR="00E31F7B" w:rsidRPr="00682DD7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31F7B" w:rsidRPr="00682DD7" w:rsidRDefault="00E31F7B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31F7B" w:rsidRPr="00682DD7" w:rsidRDefault="00E31F7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31F7B" w:rsidRDefault="00E31F7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31F7B" w:rsidRDefault="00E31F7B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31F7B" w:rsidRPr="00682DD7" w:rsidRDefault="00E31F7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31F7B" w:rsidRPr="00682DD7" w:rsidRDefault="00E31F7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31F7B" w:rsidRPr="00682DD7" w:rsidRDefault="00E31F7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31F7B" w:rsidRDefault="00E31F7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112466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E31F7B" w:rsidRPr="00112466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E31F7B" w:rsidRPr="00D1354E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E31F7B" w:rsidRPr="00682DD7">
        <w:tc>
          <w:tcPr>
            <w:tcW w:w="4523" w:type="dxa"/>
            <w:gridSpan w:val="2"/>
          </w:tcPr>
          <w:p w:rsidR="00E31F7B" w:rsidRPr="00D1354E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E31F7B" w:rsidRPr="00D1354E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31F7B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31F7B" w:rsidRPr="00682DD7">
        <w:tc>
          <w:tcPr>
            <w:tcW w:w="4523" w:type="dxa"/>
            <w:gridSpan w:val="2"/>
          </w:tcPr>
          <w:p w:rsidR="00E31F7B" w:rsidRPr="005F45A0" w:rsidRDefault="00E31F7B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E31F7B" w:rsidRPr="005F45A0" w:rsidRDefault="00E31F7B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E31F7B" w:rsidRPr="005F45A0" w:rsidRDefault="00E31F7B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31F7B" w:rsidRPr="005F45A0" w:rsidRDefault="00E31F7B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31F7B" w:rsidRPr="005F45A0" w:rsidRDefault="00E31F7B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E31F7B" w:rsidRPr="005F45A0" w:rsidRDefault="00E31F7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E31F7B" w:rsidRPr="005F45A0" w:rsidRDefault="00E31F7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E31F7B" w:rsidRPr="005F45A0" w:rsidRDefault="00E31F7B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31F7B" w:rsidRPr="005F45A0" w:rsidRDefault="00E31F7B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E31F7B" w:rsidRPr="005F45A0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31F7B" w:rsidRPr="005F45A0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31F7B" w:rsidRDefault="00E31F7B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E31F7B" w:rsidRDefault="00E31F7B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E31F7B" w:rsidRPr="005F45A0" w:rsidRDefault="00E31F7B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E31F7B" w:rsidRPr="005F45A0" w:rsidRDefault="00E31F7B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E31F7B" w:rsidRPr="005F45A0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31F7B" w:rsidRPr="005F45A0" w:rsidRDefault="00E31F7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E31F7B" w:rsidRPr="005F45A0" w:rsidRDefault="00E31F7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E31F7B" w:rsidRPr="005F45A0" w:rsidRDefault="00E31F7B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31F7B" w:rsidRPr="005F45A0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31F7B" w:rsidRPr="005F45A0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31F7B" w:rsidRPr="005F45A0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E31F7B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E31F7B" w:rsidRPr="007F3023" w:rsidRDefault="00E31F7B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E31F7B" w:rsidRPr="007F3023" w:rsidRDefault="00E31F7B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E31F7B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E31F7B" w:rsidRPr="007F3023" w:rsidRDefault="00E31F7B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E31F7B" w:rsidRPr="007F3023" w:rsidRDefault="00E31F7B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E31F7B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E31F7B" w:rsidRPr="00682DD7" w:rsidRDefault="00E31F7B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31F7B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E31F7B" w:rsidRPr="00682DD7" w:rsidRDefault="00E31F7B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31F7B" w:rsidRPr="00682DD7">
        <w:trPr>
          <w:trHeight w:val="1316"/>
        </w:trPr>
        <w:tc>
          <w:tcPr>
            <w:tcW w:w="4523" w:type="dxa"/>
            <w:gridSpan w:val="2"/>
          </w:tcPr>
          <w:p w:rsidR="00E31F7B" w:rsidRPr="00C646D5" w:rsidRDefault="00E31F7B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31F7B" w:rsidRPr="00682DD7">
        <w:trPr>
          <w:trHeight w:val="1544"/>
        </w:trPr>
        <w:tc>
          <w:tcPr>
            <w:tcW w:w="4523" w:type="dxa"/>
            <w:gridSpan w:val="2"/>
          </w:tcPr>
          <w:p w:rsidR="00E31F7B" w:rsidRPr="00682DD7" w:rsidRDefault="00E31F7B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31F7B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E31F7B" w:rsidRPr="00C646D5" w:rsidRDefault="00E31F7B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31F7B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E31F7B" w:rsidRPr="00C646D5" w:rsidRDefault="00E31F7B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E31F7B" w:rsidRPr="00682DD7">
        <w:trPr>
          <w:gridBefore w:val="1"/>
        </w:trPr>
        <w:tc>
          <w:tcPr>
            <w:tcW w:w="4523" w:type="dxa"/>
          </w:tcPr>
          <w:p w:rsidR="00E31F7B" w:rsidRPr="007F3023" w:rsidRDefault="00E31F7B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E31F7B" w:rsidRPr="007F3023" w:rsidRDefault="00E31F7B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E31F7B" w:rsidRPr="00682DD7">
        <w:tc>
          <w:tcPr>
            <w:tcW w:w="4644" w:type="dxa"/>
          </w:tcPr>
          <w:p w:rsidR="00E31F7B" w:rsidRPr="006177D1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E31F7B" w:rsidRPr="006177D1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31F7B" w:rsidRPr="00682DD7">
        <w:tc>
          <w:tcPr>
            <w:tcW w:w="4644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E31F7B" w:rsidRPr="00682DD7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31F7B" w:rsidRDefault="00E31F7B" w:rsidP="00916520"/>
    <w:p w:rsidR="00E31F7B" w:rsidRPr="00916520" w:rsidRDefault="00E31F7B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E31F7B" w:rsidRPr="00526FFD" w:rsidRDefault="00E31F7B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E31F7B" w:rsidRPr="00526FFD" w:rsidRDefault="00E31F7B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E31F7B" w:rsidRPr="00563D87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E31F7B" w:rsidRPr="00C3242D">
        <w:tc>
          <w:tcPr>
            <w:tcW w:w="4606" w:type="dxa"/>
          </w:tcPr>
          <w:p w:rsidR="00E31F7B" w:rsidRPr="00C646D5" w:rsidRDefault="00E31F7B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E31F7B" w:rsidRPr="00C3242D">
        <w:tc>
          <w:tcPr>
            <w:tcW w:w="4606" w:type="dxa"/>
          </w:tcPr>
          <w:p w:rsidR="00E31F7B" w:rsidRPr="00C646D5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E31F7B" w:rsidRPr="005A54FC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E31F7B" w:rsidRPr="00C3242D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E31F7B" w:rsidRPr="00C3242D">
        <w:tc>
          <w:tcPr>
            <w:tcW w:w="4644" w:type="dxa"/>
          </w:tcPr>
          <w:p w:rsidR="00E31F7B" w:rsidRPr="00C3242D" w:rsidRDefault="00E31F7B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E31F7B" w:rsidRPr="00C3242D" w:rsidRDefault="00E31F7B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E31F7B" w:rsidRPr="00682DD7">
        <w:tc>
          <w:tcPr>
            <w:tcW w:w="4644" w:type="dxa"/>
          </w:tcPr>
          <w:p w:rsidR="00E31F7B" w:rsidRPr="005A54FC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A54FC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5A54FC">
              <w:rPr>
                <w:rFonts w:ascii="Arial" w:hAnsi="Arial" w:cs="Arial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31F7B" w:rsidRPr="005A54FC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Look w:val="0000"/>
            </w:tblPr>
            <w:tblGrid>
              <w:gridCol w:w="236"/>
            </w:tblGrid>
            <w:tr w:rsidR="00E31F7B" w:rsidRPr="005A54FC">
              <w:trPr>
                <w:trHeight w:val="512"/>
              </w:trPr>
              <w:tc>
                <w:tcPr>
                  <w:tcW w:w="0" w:type="auto"/>
                </w:tcPr>
                <w:p w:rsidR="00E31F7B" w:rsidRPr="005A54FC" w:rsidRDefault="00E31F7B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  <w:p w:rsidR="00E31F7B" w:rsidRPr="005A54FC" w:rsidRDefault="00E31F7B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</w:tc>
            </w:tr>
          </w:tbl>
          <w:p w:rsidR="00E31F7B" w:rsidRPr="005A54FC" w:rsidRDefault="00E31F7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E31F7B" w:rsidRPr="00682DD7">
        <w:tc>
          <w:tcPr>
            <w:tcW w:w="4644" w:type="dxa"/>
          </w:tcPr>
          <w:p w:rsidR="00E31F7B" w:rsidRPr="005A54FC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Czy konieczne jest </w:t>
            </w:r>
            <w:r w:rsidRPr="00E71C4C">
              <w:rPr>
                <w:rFonts w:ascii="Arial" w:hAnsi="Arial" w:cs="Arial"/>
                <w:b/>
                <w:bCs/>
                <w:strike/>
                <w:color w:val="808080"/>
                <w:sz w:val="20"/>
                <w:szCs w:val="20"/>
              </w:rPr>
              <w:t>posiadanie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 określonego </w:t>
            </w:r>
            <w:r w:rsidRPr="00E71C4C">
              <w:rPr>
                <w:rFonts w:ascii="Arial" w:hAnsi="Arial" w:cs="Arial"/>
                <w:b/>
                <w:bCs/>
                <w:strike/>
                <w:color w:val="808080"/>
                <w:sz w:val="20"/>
                <w:szCs w:val="20"/>
              </w:rPr>
              <w:t>zezwolenia lub bycie członkiem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31F7B" w:rsidRPr="00E5643E" w:rsidRDefault="00E31F7B" w:rsidP="00D64E39">
            <w:pPr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</w:pP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  <w:t>[] Tak [] Nie</w:t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E31F7B" w:rsidRPr="0019732B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E31F7B" w:rsidRPr="00682DD7">
        <w:tc>
          <w:tcPr>
            <w:tcW w:w="4644" w:type="dxa"/>
          </w:tcPr>
          <w:p w:rsidR="00E31F7B" w:rsidRPr="0019732B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E31F7B" w:rsidRPr="0019732B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5A54FC" w:rsidRDefault="00E31F7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E31F7B" w:rsidRPr="005A54FC" w:rsidRDefault="00E31F7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E31F7B" w:rsidRPr="00C52B99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E31F7B" w:rsidRPr="00682DD7">
        <w:tc>
          <w:tcPr>
            <w:tcW w:w="4573" w:type="dxa"/>
          </w:tcPr>
          <w:p w:rsidR="00E31F7B" w:rsidRPr="00C52B99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07" w:type="dxa"/>
          </w:tcPr>
          <w:p w:rsidR="00E31F7B" w:rsidRPr="00C52B99" w:rsidRDefault="00E31F7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573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31F7B" w:rsidRPr="00682DD7">
        <w:tc>
          <w:tcPr>
            <w:tcW w:w="4573" w:type="dxa"/>
          </w:tcPr>
          <w:p w:rsidR="00E31F7B" w:rsidRPr="005A54FC" w:rsidRDefault="00E31F7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E31F7B" w:rsidRPr="005A54FC" w:rsidRDefault="00E31F7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E31F7B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1F7B" w:rsidRPr="005A54FC" w:rsidRDefault="00E31F7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1F7B" w:rsidRPr="005A54FC" w:rsidRDefault="00E31F7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1F7B" w:rsidRPr="005A54FC" w:rsidRDefault="00E31F7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1F7B" w:rsidRPr="005A54FC" w:rsidRDefault="00E31F7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E31F7B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1F7B" w:rsidRPr="005A54FC" w:rsidRDefault="00E31F7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1F7B" w:rsidRPr="005A54FC" w:rsidRDefault="00E31F7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1F7B" w:rsidRPr="005A54FC" w:rsidRDefault="00E31F7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1F7B" w:rsidRPr="005A54FC" w:rsidRDefault="00E31F7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E31F7B" w:rsidRPr="005A54FC" w:rsidRDefault="00E31F7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E31F7B" w:rsidRPr="00682DD7">
        <w:tc>
          <w:tcPr>
            <w:tcW w:w="4573" w:type="dxa"/>
          </w:tcPr>
          <w:p w:rsidR="00E31F7B" w:rsidRPr="001E1BA7" w:rsidRDefault="00E31F7B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E31F7B" w:rsidRPr="001E1BA7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E31F7B" w:rsidRPr="00682DD7">
        <w:tc>
          <w:tcPr>
            <w:tcW w:w="4573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31F7B" w:rsidRPr="00682DD7">
        <w:tc>
          <w:tcPr>
            <w:tcW w:w="4573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31F7B" w:rsidRPr="00682DD7">
        <w:tc>
          <w:tcPr>
            <w:tcW w:w="4573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E31F7B" w:rsidRPr="00682DD7">
        <w:tc>
          <w:tcPr>
            <w:tcW w:w="4573" w:type="dxa"/>
          </w:tcPr>
          <w:p w:rsidR="00E31F7B" w:rsidRPr="005A54FC" w:rsidRDefault="00E31F7B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07" w:type="dxa"/>
          </w:tcPr>
          <w:p w:rsidR="00E31F7B" w:rsidRPr="005A54FC" w:rsidRDefault="00E31F7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E31F7B" w:rsidRPr="00682DD7">
        <w:tc>
          <w:tcPr>
            <w:tcW w:w="4573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31F7B" w:rsidRPr="00682DD7">
        <w:tc>
          <w:tcPr>
            <w:tcW w:w="4573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E31F7B" w:rsidRPr="00682DD7">
        <w:tc>
          <w:tcPr>
            <w:tcW w:w="4573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31F7B" w:rsidRPr="00682DD7">
        <w:tc>
          <w:tcPr>
            <w:tcW w:w="4573" w:type="dxa"/>
          </w:tcPr>
          <w:p w:rsidR="00E31F7B" w:rsidRPr="00373DC4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07" w:type="dxa"/>
          </w:tcPr>
          <w:p w:rsidR="00E31F7B" w:rsidRPr="00373DC4" w:rsidRDefault="00E31F7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</w:t>
            </w:r>
            <w:r>
              <w:rPr>
                <w:rFonts w:ascii="Arial" w:hAnsi="Arial" w:cs="Arial"/>
                <w:b/>
                <w:bCs/>
                <w:color w:val="2E74B5"/>
                <w:w w:val="0"/>
              </w:rPr>
              <w:t xml:space="preserve">  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]</w:t>
            </w:r>
          </w:p>
        </w:tc>
      </w:tr>
      <w:tr w:rsidR="00E31F7B" w:rsidRPr="00682DD7">
        <w:tc>
          <w:tcPr>
            <w:tcW w:w="4573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31F7B" w:rsidRPr="00682DD7">
        <w:tc>
          <w:tcPr>
            <w:tcW w:w="4573" w:type="dxa"/>
          </w:tcPr>
          <w:p w:rsidR="00E31F7B" w:rsidRPr="007A76C3" w:rsidRDefault="00E31F7B" w:rsidP="001566CF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A76C3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7A76C3">
              <w:rPr>
                <w:rFonts w:ascii="Arial" w:hAnsi="Arial" w:cs="Arial"/>
                <w:sz w:val="20"/>
                <w:szCs w:val="20"/>
              </w:rPr>
              <w:t>: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7A76C3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E31F7B" w:rsidRPr="007A76C3" w:rsidRDefault="00E31F7B" w:rsidP="001566CF">
            <w:pPr>
              <w:rPr>
                <w:rFonts w:ascii="Arial" w:hAnsi="Arial" w:cs="Arial"/>
                <w:sz w:val="20"/>
                <w:szCs w:val="20"/>
              </w:rPr>
            </w:pP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31F7B" w:rsidRPr="00EC3B3D" w:rsidRDefault="00E31F7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E31F7B" w:rsidRPr="00E650C1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E31F7B" w:rsidRPr="00682DD7">
        <w:tc>
          <w:tcPr>
            <w:tcW w:w="4644" w:type="dxa"/>
          </w:tcPr>
          <w:p w:rsidR="00E31F7B" w:rsidRPr="00B42F8D" w:rsidRDefault="00E31F7B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E31F7B" w:rsidRPr="00B42F8D" w:rsidRDefault="00E31F7B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1E1BA7" w:rsidRDefault="00E31F7B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E31F7B" w:rsidRPr="001E1BA7" w:rsidRDefault="00E31F7B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31F7B" w:rsidRPr="00682DD7">
        <w:tc>
          <w:tcPr>
            <w:tcW w:w="4644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31F7B" w:rsidRPr="00C646D5" w:rsidRDefault="00E31F7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31F7B" w:rsidRDefault="00E31F7B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31F7B" w:rsidRPr="00916520" w:rsidRDefault="00E31F7B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E31F7B" w:rsidRPr="000342FD" w:rsidRDefault="00E31F7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31F7B" w:rsidRPr="00682DD7" w:rsidRDefault="00E31F7B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E31F7B" w:rsidRPr="00682DD7">
        <w:tc>
          <w:tcPr>
            <w:tcW w:w="4644" w:type="dxa"/>
          </w:tcPr>
          <w:p w:rsidR="00E31F7B" w:rsidRPr="009A41A4" w:rsidRDefault="00E31F7B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E31F7B" w:rsidRPr="009A41A4" w:rsidRDefault="00E31F7B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31F7B" w:rsidRPr="00682DD7">
        <w:tc>
          <w:tcPr>
            <w:tcW w:w="4644" w:type="dxa"/>
          </w:tcPr>
          <w:p w:rsidR="00E31F7B" w:rsidRPr="00C646D5" w:rsidRDefault="00E31F7B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E31F7B" w:rsidRPr="00C646D5" w:rsidRDefault="00E31F7B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E31F7B" w:rsidRPr="00682DD7" w:rsidRDefault="00E31F7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31F7B" w:rsidRPr="00682DD7" w:rsidRDefault="00E31F7B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31F7B" w:rsidRPr="00682DD7" w:rsidRDefault="00E31F7B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31F7B" w:rsidRPr="00682DD7" w:rsidRDefault="00E31F7B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E31F7B" w:rsidRPr="00682DD7" w:rsidRDefault="00E31F7B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31F7B" w:rsidRPr="008D1566" w:rsidRDefault="00E31F7B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E31F7B" w:rsidRPr="008D1566" w:rsidRDefault="00E31F7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E31F7B" w:rsidRPr="008D1566" w:rsidRDefault="00E31F7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E31F7B" w:rsidRPr="008D1566" w:rsidRDefault="00E31F7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E31F7B" w:rsidRPr="008D1566" w:rsidRDefault="00E31F7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E31F7B" w:rsidRPr="008D1566" w:rsidRDefault="00E31F7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E31F7B" w:rsidRDefault="00E31F7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E31F7B" w:rsidRPr="003B63BE" w:rsidRDefault="00E31F7B" w:rsidP="008D1566">
      <w:pPr>
        <w:spacing w:after="0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3078DA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 ]</w:t>
      </w:r>
      <w:r w:rsidRPr="003078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3B63BE">
        <w:rPr>
          <w:rFonts w:ascii="Arial" w:hAnsi="Arial" w:cs="Arial"/>
          <w:i/>
          <w:iCs/>
          <w:sz w:val="20"/>
          <w:szCs w:val="20"/>
        </w:rPr>
        <w:t xml:space="preserve">niniejszego jednolitego europejskiego dokumentu zamówienia, na potrzeby </w:t>
      </w:r>
    </w:p>
    <w:p w:rsidR="00E31F7B" w:rsidRPr="003B63BE" w:rsidRDefault="00E31F7B" w:rsidP="00B150BB">
      <w:pPr>
        <w:jc w:val="both"/>
        <w:rPr>
          <w:rFonts w:ascii="Arial" w:eastAsia="MS ??" w:hAnsi="Arial"/>
          <w:i/>
          <w:iCs/>
          <w:sz w:val="20"/>
          <w:szCs w:val="20"/>
        </w:rPr>
      </w:pPr>
      <w:r w:rsidRPr="003B63BE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Pr="003D15AB">
        <w:rPr>
          <w:rFonts w:ascii="Arial" w:hAnsi="Arial" w:cs="Arial"/>
          <w:b/>
          <w:bCs/>
          <w:sz w:val="20"/>
          <w:szCs w:val="20"/>
        </w:rPr>
        <w:t>Dostawy wyrobów medycznych ortopedycznych</w:t>
      </w:r>
      <w:r w:rsidRPr="003B63BE">
        <w:rPr>
          <w:rFonts w:ascii="Arial" w:hAnsi="Arial" w:cs="Arial"/>
          <w:i/>
          <w:iCs/>
          <w:sz w:val="20"/>
          <w:szCs w:val="20"/>
          <w:lang w:eastAsia="pl-PL"/>
        </w:rPr>
        <w:t>,</w:t>
      </w:r>
      <w:r w:rsidRPr="003B63BE">
        <w:rPr>
          <w:rFonts w:ascii="Arial" w:hAnsi="Arial" w:cs="Arial"/>
          <w:i/>
          <w:iCs/>
          <w:sz w:val="20"/>
          <w:szCs w:val="20"/>
        </w:rPr>
        <w:t xml:space="preserve"> </w:t>
      </w:r>
      <w:r w:rsidRPr="003D15AB">
        <w:rPr>
          <w:rFonts w:ascii="Arial" w:hAnsi="Arial" w:cs="Arial"/>
          <w:b/>
          <w:bCs/>
          <w:sz w:val="20"/>
          <w:szCs w:val="20"/>
        </w:rPr>
        <w:t>LAS-151-PN/52-2024.BS</w:t>
      </w:r>
      <w:r w:rsidRPr="003B63BE">
        <w:rPr>
          <w:rFonts w:ascii="Arial" w:hAnsi="Arial" w:cs="Arial"/>
          <w:i/>
          <w:iCs/>
          <w:sz w:val="20"/>
          <w:szCs w:val="20"/>
        </w:rPr>
        <w:t>, [Dz.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3B63BE">
        <w:rPr>
          <w:rFonts w:ascii="Arial" w:hAnsi="Arial" w:cs="Arial"/>
          <w:i/>
          <w:iCs/>
          <w:sz w:val="20"/>
          <w:szCs w:val="20"/>
        </w:rPr>
        <w:t>U. S: 2</w:t>
      </w:r>
      <w:r>
        <w:rPr>
          <w:rFonts w:ascii="Arial" w:hAnsi="Arial" w:cs="Arial"/>
          <w:i/>
          <w:iCs/>
          <w:sz w:val="20"/>
          <w:szCs w:val="20"/>
        </w:rPr>
        <w:t>024</w:t>
      </w:r>
      <w:r w:rsidRPr="003B63BE">
        <w:rPr>
          <w:rFonts w:ascii="Arial" w:hAnsi="Arial" w:cs="Arial"/>
          <w:i/>
          <w:iCs/>
          <w:sz w:val="20"/>
          <w:szCs w:val="20"/>
        </w:rPr>
        <w:t xml:space="preserve">/S </w:t>
      </w:r>
      <w:r>
        <w:rPr>
          <w:rFonts w:ascii="Arial" w:hAnsi="Arial" w:cs="Arial"/>
          <w:i/>
          <w:iCs/>
          <w:sz w:val="20"/>
          <w:szCs w:val="20"/>
        </w:rPr>
        <w:t>217-680016</w:t>
      </w:r>
      <w:r w:rsidRPr="003B63BE">
        <w:rPr>
          <w:rFonts w:ascii="Arial" w:hAnsi="Arial" w:cs="Arial"/>
          <w:i/>
          <w:iCs/>
          <w:sz w:val="20"/>
          <w:szCs w:val="20"/>
        </w:rPr>
        <w:t>].</w:t>
      </w:r>
    </w:p>
    <w:p w:rsidR="00E31F7B" w:rsidRPr="00B150BB" w:rsidRDefault="00E31F7B" w:rsidP="00B150BB">
      <w:pPr>
        <w:pStyle w:val="NormalWeb"/>
        <w:spacing w:before="0" w:after="0" w:line="276" w:lineRule="auto"/>
        <w:rPr>
          <w:rFonts w:ascii="Arial" w:hAnsi="Arial" w:cs="Arial"/>
          <w:color w:val="607796"/>
        </w:rPr>
      </w:pPr>
    </w:p>
    <w:p w:rsidR="00E31F7B" w:rsidRDefault="00E31F7B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E31F7B" w:rsidRPr="00DF4744" w:rsidRDefault="00E31F7B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E31F7B" w:rsidRDefault="00E31F7B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E31F7B" w:rsidRDefault="00E31F7B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3.4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E31F7B" w:rsidRDefault="00E31F7B" w:rsidP="008D1566">
      <w:pPr>
        <w:pStyle w:val="ListParagraph"/>
        <w:spacing w:before="240" w:after="0"/>
        <w:ind w:left="360"/>
        <w:jc w:val="both"/>
        <w:rPr>
          <w:color w:val="000000"/>
          <w:sz w:val="20"/>
          <w:szCs w:val="20"/>
        </w:rPr>
      </w:pPr>
    </w:p>
    <w:p w:rsidR="00E31F7B" w:rsidRPr="00A46EC6" w:rsidRDefault="00E31F7B" w:rsidP="00D64E39">
      <w:pPr>
        <w:pStyle w:val="ListParagraph"/>
        <w:spacing w:before="240" w:after="0"/>
        <w:ind w:left="360"/>
        <w:rPr>
          <w:rFonts w:ascii="Arial" w:hAnsi="Arial" w:cs="Arial"/>
          <w:sz w:val="20"/>
          <w:szCs w:val="20"/>
        </w:rPr>
      </w:pPr>
    </w:p>
    <w:p w:rsidR="00E31F7B" w:rsidRPr="00A17E53" w:rsidRDefault="00E31F7B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E31F7B" w:rsidRDefault="00E31F7B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E31F7B" w:rsidRPr="00C3242D" w:rsidRDefault="00E31F7B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E31F7B" w:rsidRPr="005B6BFC" w:rsidRDefault="00E31F7B" w:rsidP="00FC39AB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p w:rsidR="00E31F7B" w:rsidRDefault="00E31F7B" w:rsidP="00D64E39">
      <w:pPr>
        <w:pStyle w:val="Akapitzlist1"/>
        <w:tabs>
          <w:tab w:val="left" w:pos="0"/>
        </w:tabs>
        <w:ind w:left="0"/>
        <w:jc w:val="both"/>
        <w:rPr>
          <w:rFonts w:ascii="Calibri" w:hAnsi="Calibri" w:cs="Calibri"/>
          <w:color w:val="2F5496"/>
          <w:lang w:eastAsia="en-GB"/>
        </w:rPr>
      </w:pPr>
    </w:p>
    <w:sectPr w:rsidR="00E31F7B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F7B" w:rsidRDefault="00E31F7B">
      <w:pPr>
        <w:spacing w:after="0" w:line="240" w:lineRule="auto"/>
      </w:pPr>
      <w:r>
        <w:separator/>
      </w:r>
    </w:p>
  </w:endnote>
  <w:endnote w:type="continuationSeparator" w:id="0">
    <w:p w:rsidR="00E31F7B" w:rsidRDefault="00E31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F7B" w:rsidRDefault="00E31F7B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18</w:t>
    </w:r>
    <w:r w:rsidRPr="00916520">
      <w:rPr>
        <w:b/>
        <w:bCs/>
        <w:sz w:val="18"/>
        <w:szCs w:val="18"/>
      </w:rPr>
      <w:fldChar w:fldCharType="end"/>
    </w:r>
  </w:p>
  <w:p w:rsidR="00E31F7B" w:rsidRDefault="00E31F7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F7B" w:rsidRDefault="00E31F7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31F7B" w:rsidRDefault="00E31F7B">
      <w:pPr>
        <w:spacing w:after="0" w:line="240" w:lineRule="auto"/>
      </w:pPr>
      <w:r>
        <w:continuationSeparator/>
      </w:r>
    </w:p>
  </w:footnote>
  <w:footnote w:id="1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31F7B" w:rsidRDefault="00E31F7B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31F7B" w:rsidRPr="003B6373" w:rsidRDefault="00E31F7B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31F7B" w:rsidRPr="003B6373" w:rsidRDefault="00E31F7B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E31F7B" w:rsidRPr="003B6373" w:rsidRDefault="00E31F7B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E31F7B" w:rsidRDefault="00E31F7B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31F7B" w:rsidRDefault="00E31F7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F7B" w:rsidRDefault="00E31F7B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20707"/>
    <w:rsid w:val="00031932"/>
    <w:rsid w:val="000342FD"/>
    <w:rsid w:val="00034F7C"/>
    <w:rsid w:val="00055ACA"/>
    <w:rsid w:val="0006351C"/>
    <w:rsid w:val="00065E5D"/>
    <w:rsid w:val="00081BA8"/>
    <w:rsid w:val="00085B90"/>
    <w:rsid w:val="0009288F"/>
    <w:rsid w:val="00093D0E"/>
    <w:rsid w:val="00097364"/>
    <w:rsid w:val="000A6A99"/>
    <w:rsid w:val="000A7067"/>
    <w:rsid w:val="000B0DF1"/>
    <w:rsid w:val="000B4EE9"/>
    <w:rsid w:val="000C1076"/>
    <w:rsid w:val="000D05EF"/>
    <w:rsid w:val="000D35EB"/>
    <w:rsid w:val="000D4BF6"/>
    <w:rsid w:val="000D6A1D"/>
    <w:rsid w:val="000E5237"/>
    <w:rsid w:val="000E5E92"/>
    <w:rsid w:val="000F3A58"/>
    <w:rsid w:val="00112259"/>
    <w:rsid w:val="00112466"/>
    <w:rsid w:val="00115FD5"/>
    <w:rsid w:val="00125526"/>
    <w:rsid w:val="00126715"/>
    <w:rsid w:val="001439B8"/>
    <w:rsid w:val="00150C47"/>
    <w:rsid w:val="001566CF"/>
    <w:rsid w:val="00170275"/>
    <w:rsid w:val="001851C6"/>
    <w:rsid w:val="0019414A"/>
    <w:rsid w:val="0019732B"/>
    <w:rsid w:val="00197A7D"/>
    <w:rsid w:val="001A4717"/>
    <w:rsid w:val="001B0DAA"/>
    <w:rsid w:val="001E1BA7"/>
    <w:rsid w:val="001E6930"/>
    <w:rsid w:val="001F2C51"/>
    <w:rsid w:val="002020D4"/>
    <w:rsid w:val="00230106"/>
    <w:rsid w:val="00237676"/>
    <w:rsid w:val="0024230A"/>
    <w:rsid w:val="00242E77"/>
    <w:rsid w:val="00272EC9"/>
    <w:rsid w:val="00282C3E"/>
    <w:rsid w:val="00286D6D"/>
    <w:rsid w:val="002A009A"/>
    <w:rsid w:val="002B53B1"/>
    <w:rsid w:val="003078DA"/>
    <w:rsid w:val="00324F35"/>
    <w:rsid w:val="003254E1"/>
    <w:rsid w:val="00327EAF"/>
    <w:rsid w:val="00330C13"/>
    <w:rsid w:val="00333CD5"/>
    <w:rsid w:val="00344658"/>
    <w:rsid w:val="00357E82"/>
    <w:rsid w:val="00373DC4"/>
    <w:rsid w:val="003752F4"/>
    <w:rsid w:val="00381805"/>
    <w:rsid w:val="00382504"/>
    <w:rsid w:val="003A6E38"/>
    <w:rsid w:val="003B4BE0"/>
    <w:rsid w:val="003B6373"/>
    <w:rsid w:val="003B63BE"/>
    <w:rsid w:val="003B6F34"/>
    <w:rsid w:val="003D15AB"/>
    <w:rsid w:val="003D3353"/>
    <w:rsid w:val="003E763D"/>
    <w:rsid w:val="003F08FD"/>
    <w:rsid w:val="003F170C"/>
    <w:rsid w:val="0040079C"/>
    <w:rsid w:val="004178C5"/>
    <w:rsid w:val="00421EB3"/>
    <w:rsid w:val="00430A51"/>
    <w:rsid w:val="00433BF7"/>
    <w:rsid w:val="004461D4"/>
    <w:rsid w:val="00455154"/>
    <w:rsid w:val="00461743"/>
    <w:rsid w:val="004760CE"/>
    <w:rsid w:val="00476C70"/>
    <w:rsid w:val="00491365"/>
    <w:rsid w:val="004A4522"/>
    <w:rsid w:val="004A7650"/>
    <w:rsid w:val="004A7AE1"/>
    <w:rsid w:val="004B0758"/>
    <w:rsid w:val="004B5BF2"/>
    <w:rsid w:val="004C11B8"/>
    <w:rsid w:val="004C23D0"/>
    <w:rsid w:val="004C3064"/>
    <w:rsid w:val="004E53B2"/>
    <w:rsid w:val="00501D2D"/>
    <w:rsid w:val="005040B5"/>
    <w:rsid w:val="0050540F"/>
    <w:rsid w:val="0051752E"/>
    <w:rsid w:val="00526952"/>
    <w:rsid w:val="00526FFD"/>
    <w:rsid w:val="005329D3"/>
    <w:rsid w:val="00537A50"/>
    <w:rsid w:val="00541B39"/>
    <w:rsid w:val="00560756"/>
    <w:rsid w:val="00563D87"/>
    <w:rsid w:val="005A54FC"/>
    <w:rsid w:val="005B6BFC"/>
    <w:rsid w:val="005C4E12"/>
    <w:rsid w:val="005C5226"/>
    <w:rsid w:val="005C627A"/>
    <w:rsid w:val="005D594B"/>
    <w:rsid w:val="005D6CCB"/>
    <w:rsid w:val="005F45A0"/>
    <w:rsid w:val="00602FC5"/>
    <w:rsid w:val="00613B9C"/>
    <w:rsid w:val="006177D1"/>
    <w:rsid w:val="00635B93"/>
    <w:rsid w:val="00637F9F"/>
    <w:rsid w:val="00647880"/>
    <w:rsid w:val="00667101"/>
    <w:rsid w:val="00682DD7"/>
    <w:rsid w:val="00697519"/>
    <w:rsid w:val="006A114B"/>
    <w:rsid w:val="006C113F"/>
    <w:rsid w:val="006D3917"/>
    <w:rsid w:val="006E049A"/>
    <w:rsid w:val="006E374F"/>
    <w:rsid w:val="0071395B"/>
    <w:rsid w:val="0074342B"/>
    <w:rsid w:val="0075170F"/>
    <w:rsid w:val="007668CA"/>
    <w:rsid w:val="00782120"/>
    <w:rsid w:val="00783187"/>
    <w:rsid w:val="007968DA"/>
    <w:rsid w:val="007A76C3"/>
    <w:rsid w:val="007D4F0A"/>
    <w:rsid w:val="007D74CE"/>
    <w:rsid w:val="007E10FE"/>
    <w:rsid w:val="007F1B7E"/>
    <w:rsid w:val="007F3023"/>
    <w:rsid w:val="007F4262"/>
    <w:rsid w:val="007F5888"/>
    <w:rsid w:val="007F6117"/>
    <w:rsid w:val="008033DF"/>
    <w:rsid w:val="00805625"/>
    <w:rsid w:val="00817976"/>
    <w:rsid w:val="00830A15"/>
    <w:rsid w:val="00836572"/>
    <w:rsid w:val="0085114F"/>
    <w:rsid w:val="0087093A"/>
    <w:rsid w:val="008739C8"/>
    <w:rsid w:val="008741B1"/>
    <w:rsid w:val="008754AA"/>
    <w:rsid w:val="008C6FE4"/>
    <w:rsid w:val="008D1566"/>
    <w:rsid w:val="008D2EEE"/>
    <w:rsid w:val="008D2F01"/>
    <w:rsid w:val="009070B8"/>
    <w:rsid w:val="00916520"/>
    <w:rsid w:val="00933B0C"/>
    <w:rsid w:val="00934D1A"/>
    <w:rsid w:val="00946287"/>
    <w:rsid w:val="009466CB"/>
    <w:rsid w:val="00980BBC"/>
    <w:rsid w:val="009848D7"/>
    <w:rsid w:val="009A41A4"/>
    <w:rsid w:val="009B11A3"/>
    <w:rsid w:val="009C44F2"/>
    <w:rsid w:val="009C68FE"/>
    <w:rsid w:val="009E1BA5"/>
    <w:rsid w:val="009E7F7F"/>
    <w:rsid w:val="00A12446"/>
    <w:rsid w:val="00A17E53"/>
    <w:rsid w:val="00A21F02"/>
    <w:rsid w:val="00A32454"/>
    <w:rsid w:val="00A33903"/>
    <w:rsid w:val="00A41AE1"/>
    <w:rsid w:val="00A46EC6"/>
    <w:rsid w:val="00A530FB"/>
    <w:rsid w:val="00A7006B"/>
    <w:rsid w:val="00A76196"/>
    <w:rsid w:val="00A830A2"/>
    <w:rsid w:val="00A96EA9"/>
    <w:rsid w:val="00AC2981"/>
    <w:rsid w:val="00AC2E49"/>
    <w:rsid w:val="00AD03E8"/>
    <w:rsid w:val="00AD779D"/>
    <w:rsid w:val="00AE3D25"/>
    <w:rsid w:val="00AE7AD5"/>
    <w:rsid w:val="00AF19B7"/>
    <w:rsid w:val="00B0315F"/>
    <w:rsid w:val="00B150BB"/>
    <w:rsid w:val="00B20AB1"/>
    <w:rsid w:val="00B215EA"/>
    <w:rsid w:val="00B31A4A"/>
    <w:rsid w:val="00B34AA2"/>
    <w:rsid w:val="00B42F8D"/>
    <w:rsid w:val="00B46B33"/>
    <w:rsid w:val="00B53352"/>
    <w:rsid w:val="00B63751"/>
    <w:rsid w:val="00B84CAC"/>
    <w:rsid w:val="00B87263"/>
    <w:rsid w:val="00B933D2"/>
    <w:rsid w:val="00B94FDD"/>
    <w:rsid w:val="00BA0140"/>
    <w:rsid w:val="00C000BD"/>
    <w:rsid w:val="00C00300"/>
    <w:rsid w:val="00C26646"/>
    <w:rsid w:val="00C3242D"/>
    <w:rsid w:val="00C32A45"/>
    <w:rsid w:val="00C32CB4"/>
    <w:rsid w:val="00C40943"/>
    <w:rsid w:val="00C514DE"/>
    <w:rsid w:val="00C52B99"/>
    <w:rsid w:val="00C646D5"/>
    <w:rsid w:val="00C73485"/>
    <w:rsid w:val="00C75B27"/>
    <w:rsid w:val="00C94E4F"/>
    <w:rsid w:val="00CA1FF8"/>
    <w:rsid w:val="00CA2090"/>
    <w:rsid w:val="00CA3241"/>
    <w:rsid w:val="00CA5B90"/>
    <w:rsid w:val="00CB3AF0"/>
    <w:rsid w:val="00CD064F"/>
    <w:rsid w:val="00CE0858"/>
    <w:rsid w:val="00CF6FDD"/>
    <w:rsid w:val="00D034D0"/>
    <w:rsid w:val="00D05B3F"/>
    <w:rsid w:val="00D05F2E"/>
    <w:rsid w:val="00D12539"/>
    <w:rsid w:val="00D12BCE"/>
    <w:rsid w:val="00D1354E"/>
    <w:rsid w:val="00D139B0"/>
    <w:rsid w:val="00D210F0"/>
    <w:rsid w:val="00D22B30"/>
    <w:rsid w:val="00D269E6"/>
    <w:rsid w:val="00D277BA"/>
    <w:rsid w:val="00D32C70"/>
    <w:rsid w:val="00D41F66"/>
    <w:rsid w:val="00D64E39"/>
    <w:rsid w:val="00D67A24"/>
    <w:rsid w:val="00D70203"/>
    <w:rsid w:val="00DB1020"/>
    <w:rsid w:val="00DD328D"/>
    <w:rsid w:val="00DE344D"/>
    <w:rsid w:val="00DE38B5"/>
    <w:rsid w:val="00DF4744"/>
    <w:rsid w:val="00E05BCF"/>
    <w:rsid w:val="00E1320D"/>
    <w:rsid w:val="00E15636"/>
    <w:rsid w:val="00E3131B"/>
    <w:rsid w:val="00E31F7B"/>
    <w:rsid w:val="00E45BC2"/>
    <w:rsid w:val="00E5643E"/>
    <w:rsid w:val="00E575A9"/>
    <w:rsid w:val="00E630D4"/>
    <w:rsid w:val="00E650C1"/>
    <w:rsid w:val="00E71C4C"/>
    <w:rsid w:val="00E75457"/>
    <w:rsid w:val="00E76DC8"/>
    <w:rsid w:val="00EA629C"/>
    <w:rsid w:val="00EB3DE4"/>
    <w:rsid w:val="00EB5899"/>
    <w:rsid w:val="00EC3B3D"/>
    <w:rsid w:val="00EE1B70"/>
    <w:rsid w:val="00EE4F5E"/>
    <w:rsid w:val="00F0779C"/>
    <w:rsid w:val="00F15A08"/>
    <w:rsid w:val="00F30549"/>
    <w:rsid w:val="00F34C9B"/>
    <w:rsid w:val="00F35ADC"/>
    <w:rsid w:val="00F602D2"/>
    <w:rsid w:val="00F617E4"/>
    <w:rsid w:val="00F6296E"/>
    <w:rsid w:val="00F71DF7"/>
    <w:rsid w:val="00FA1DF7"/>
    <w:rsid w:val="00FB5E52"/>
    <w:rsid w:val="00FC39AB"/>
    <w:rsid w:val="00FC6BF4"/>
    <w:rsid w:val="00FD3793"/>
    <w:rsid w:val="00FE045A"/>
    <w:rsid w:val="00FE3B65"/>
    <w:rsid w:val="00FF632F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link w:val="NormalWebChar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paragraph" w:customStyle="1" w:styleId="ZnakZnakZnakZnak1">
    <w:name w:val="Znak Znak Znak Znak1"/>
    <w:basedOn w:val="Normal"/>
    <w:uiPriority w:val="99"/>
    <w:rsid w:val="00817976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character" w:customStyle="1" w:styleId="NormalWebChar">
    <w:name w:val="Normal (Web) Char"/>
    <w:link w:val="NormalWeb"/>
    <w:uiPriority w:val="99"/>
    <w:locked/>
    <w:rsid w:val="00CA1FF8"/>
    <w:rPr>
      <w:rFonts w:ascii="Arial Narrow" w:hAnsi="Arial Narrow" w:cs="Arial Narrow"/>
      <w:lang w:val="pl-PL" w:eastAsia="pl-PL"/>
    </w:rPr>
  </w:style>
  <w:style w:type="paragraph" w:customStyle="1" w:styleId="ZnakZnakZnakZnak2">
    <w:name w:val="Znak Znak Znak Znak2"/>
    <w:basedOn w:val="Normal"/>
    <w:uiPriority w:val="99"/>
    <w:rsid w:val="00382504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2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18</Pages>
  <Words>4956</Words>
  <Characters>29737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Bszczepanek</cp:lastModifiedBy>
  <cp:revision>7</cp:revision>
  <cp:lastPrinted>2024-11-07T09:47:00Z</cp:lastPrinted>
  <dcterms:created xsi:type="dcterms:W3CDTF">2024-08-12T06:37:00Z</dcterms:created>
  <dcterms:modified xsi:type="dcterms:W3CDTF">2024-11-07T09:48:00Z</dcterms:modified>
</cp:coreProperties>
</file>