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3E32" w:rsidRDefault="00E63E32" w:rsidP="00EF45B6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Wykonawca:</w:t>
      </w:r>
    </w:p>
    <w:p w:rsidR="00E63E32" w:rsidRDefault="00E63E32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63E32" w:rsidRDefault="00E63E32" w:rsidP="00EF45B6">
      <w:pPr>
        <w:ind w:right="5953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KRS/CEiDG)</w:t>
      </w:r>
    </w:p>
    <w:p w:rsidR="00E63E32" w:rsidRDefault="00E63E32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63E32" w:rsidRDefault="00E63E32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E63E32" w:rsidRDefault="00E63E32" w:rsidP="00EF45B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>
        <w:rPr>
          <w:rFonts w:ascii="Arial" w:hAnsi="Arial" w:cs="Arial"/>
          <w:i/>
          <w:iCs/>
          <w:sz w:val="16"/>
          <w:szCs w:val="16"/>
        </w:rPr>
        <w:t>(imię, nazwisko, stanowisko/podstawa do reprezentacji)</w:t>
      </w:r>
    </w:p>
    <w:p w:rsidR="00E63E32" w:rsidRDefault="00E63E32" w:rsidP="00EF45B6">
      <w:pPr>
        <w:rPr>
          <w:rFonts w:ascii="Arial" w:hAnsi="Arial" w:cs="Arial"/>
        </w:rPr>
      </w:pPr>
    </w:p>
    <w:p w:rsidR="00E63E32" w:rsidRDefault="00E63E32" w:rsidP="00EF45B6">
      <w:pPr>
        <w:spacing w:after="0"/>
        <w:rPr>
          <w:rFonts w:ascii="Arial" w:hAnsi="Arial" w:cs="Arial"/>
          <w:b/>
          <w:bCs/>
          <w:sz w:val="20"/>
          <w:szCs w:val="20"/>
        </w:rPr>
      </w:pPr>
    </w:p>
    <w:p w:rsidR="00E63E32" w:rsidRDefault="00E63E32" w:rsidP="00EF45B6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Oświadczenia wykonawcy/wykonawcy wspólnie ubiegającego się o udzielenie zamówienia </w:t>
      </w:r>
    </w:p>
    <w:p w:rsidR="00E63E32" w:rsidRPr="00710B9D" w:rsidRDefault="00E63E32" w:rsidP="00EF45B6">
      <w:pPr>
        <w:spacing w:before="120" w:after="0" w:line="360" w:lineRule="auto"/>
        <w:jc w:val="center"/>
        <w:rPr>
          <w:rFonts w:ascii="Arial" w:hAnsi="Arial" w:cs="Arial"/>
          <w:b/>
          <w:bCs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bCs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bCs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E63E32" w:rsidRDefault="00E63E32" w:rsidP="00EF45B6">
      <w:pPr>
        <w:spacing w:before="120" w:after="0" w:line="360" w:lineRule="auto"/>
        <w:jc w:val="center"/>
        <w:rPr>
          <w:rFonts w:ascii="Arial" w:hAnsi="Arial" w:cs="Arial"/>
          <w:b/>
          <w:bCs/>
          <w:u w:val="single"/>
        </w:rPr>
      </w:pPr>
      <w:r w:rsidRPr="00A22DCF">
        <w:rPr>
          <w:rFonts w:ascii="Arial" w:hAnsi="Arial" w:cs="Arial"/>
          <w:b/>
          <w:bCs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bCs/>
          <w:sz w:val="21"/>
          <w:szCs w:val="21"/>
        </w:rPr>
        <w:t>1</w:t>
      </w:r>
      <w:r w:rsidRPr="00A22DCF">
        <w:rPr>
          <w:rFonts w:ascii="Arial" w:hAnsi="Arial" w:cs="Arial"/>
          <w:b/>
          <w:bCs/>
          <w:sz w:val="21"/>
          <w:szCs w:val="21"/>
        </w:rPr>
        <w:t>25 ust. 1 ust</w:t>
      </w:r>
      <w:r>
        <w:rPr>
          <w:rFonts w:ascii="Arial" w:hAnsi="Arial" w:cs="Arial"/>
          <w:b/>
          <w:bCs/>
          <w:sz w:val="21"/>
          <w:szCs w:val="21"/>
        </w:rPr>
        <w:t>awy Pzp</w:t>
      </w:r>
    </w:p>
    <w:p w:rsidR="00E63E32" w:rsidRDefault="00E63E32" w:rsidP="002B44C6">
      <w:pPr>
        <w:jc w:val="both"/>
        <w:rPr>
          <w:rFonts w:ascii="Arial" w:hAnsi="Arial" w:cs="Arial"/>
          <w:sz w:val="21"/>
          <w:szCs w:val="21"/>
        </w:rPr>
      </w:pPr>
    </w:p>
    <w:p w:rsidR="00E63E32" w:rsidRPr="003F4ED6" w:rsidRDefault="00E63E32" w:rsidP="00024EB6">
      <w:pPr>
        <w:pStyle w:val="NormalWeb"/>
        <w:spacing w:after="0"/>
        <w:jc w:val="both"/>
        <w:rPr>
          <w:rFonts w:ascii="Arial" w:hAnsi="Arial" w:cs="Arial"/>
          <w:sz w:val="22"/>
          <w:szCs w:val="22"/>
        </w:rPr>
      </w:pPr>
      <w:r w:rsidRPr="003F4ED6">
        <w:rPr>
          <w:rFonts w:ascii="Arial" w:hAnsi="Arial" w:cs="Arial"/>
          <w:sz w:val="22"/>
          <w:szCs w:val="22"/>
        </w:rPr>
        <w:t>Na potrzeby postępowania o udzielenie zamówienia publicznego pn.</w:t>
      </w:r>
      <w:r>
        <w:rPr>
          <w:rFonts w:ascii="Arial" w:hAnsi="Arial" w:cs="Arial"/>
          <w:sz w:val="22"/>
          <w:szCs w:val="22"/>
        </w:rPr>
        <w:t>:</w:t>
      </w:r>
      <w:r w:rsidRPr="003F4ED6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D</w:t>
      </w:r>
      <w:r w:rsidRPr="003F4ED6">
        <w:rPr>
          <w:rFonts w:ascii="Arial" w:hAnsi="Arial" w:cs="Arial"/>
          <w:b/>
          <w:bCs/>
          <w:sz w:val="22"/>
          <w:szCs w:val="22"/>
        </w:rPr>
        <w:t xml:space="preserve">ostawy </w:t>
      </w:r>
      <w:r>
        <w:rPr>
          <w:rFonts w:ascii="Arial" w:hAnsi="Arial" w:cs="Arial"/>
          <w:b/>
          <w:bCs/>
          <w:sz w:val="22"/>
          <w:szCs w:val="22"/>
        </w:rPr>
        <w:t xml:space="preserve">środków kontrastowych </w:t>
      </w:r>
      <w:r w:rsidRPr="006904D9">
        <w:rPr>
          <w:rFonts w:ascii="Arial" w:hAnsi="Arial" w:cs="Arial"/>
          <w:b/>
          <w:bCs/>
          <w:i/>
          <w:iCs/>
          <w:sz w:val="22"/>
          <w:szCs w:val="22"/>
        </w:rPr>
        <w:t>(postępowanie nr LAS-145-PN/47-2024.AR)</w:t>
      </w:r>
      <w:r w:rsidRPr="006904D9">
        <w:rPr>
          <w:rFonts w:ascii="Arial" w:hAnsi="Arial" w:cs="Arial"/>
          <w:i/>
          <w:iCs/>
          <w:sz w:val="22"/>
          <w:szCs w:val="22"/>
        </w:rPr>
        <w:t>,</w:t>
      </w:r>
      <w:r w:rsidRPr="003F4ED6">
        <w:rPr>
          <w:rFonts w:ascii="Arial" w:hAnsi="Arial" w:cs="Arial"/>
          <w:i/>
          <w:iCs/>
          <w:sz w:val="22"/>
          <w:szCs w:val="22"/>
        </w:rPr>
        <w:t xml:space="preserve"> </w:t>
      </w:r>
      <w:r w:rsidRPr="003F4ED6">
        <w:rPr>
          <w:rFonts w:ascii="Arial" w:hAnsi="Arial" w:cs="Arial"/>
          <w:sz w:val="22"/>
          <w:szCs w:val="22"/>
        </w:rPr>
        <w:t xml:space="preserve">prowadzonego przez </w:t>
      </w:r>
      <w:r w:rsidRPr="003F4ED6">
        <w:rPr>
          <w:rFonts w:ascii="Arial" w:hAnsi="Arial" w:cs="Arial"/>
          <w:b/>
          <w:bCs/>
          <w:sz w:val="22"/>
          <w:szCs w:val="22"/>
        </w:rPr>
        <w:t xml:space="preserve">SPZOZ WSS Nr 3 w Rybniku </w:t>
      </w:r>
      <w:r w:rsidRPr="003F4ED6">
        <w:rPr>
          <w:rFonts w:ascii="Arial" w:hAnsi="Arial" w:cs="Arial"/>
          <w:sz w:val="22"/>
          <w:szCs w:val="22"/>
        </w:rPr>
        <w:t>oświadczam, co następuje:</w:t>
      </w:r>
    </w:p>
    <w:p w:rsidR="00E63E32" w:rsidRDefault="00E63E32" w:rsidP="00EF45B6">
      <w:pPr>
        <w:shd w:val="clear" w:color="auto" w:fill="BFBFBF"/>
        <w:spacing w:before="360" w:after="0" w:line="360" w:lineRule="auto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 DOTYCZĄCE WYKONAWCY:</w:t>
      </w:r>
    </w:p>
    <w:p w:rsidR="00E63E32" w:rsidRPr="0084509A" w:rsidRDefault="00E63E32" w:rsidP="0084509A">
      <w:pPr>
        <w:pStyle w:val="ListParagraph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>
        <w:rPr>
          <w:rStyle w:val="FootnoteReference"/>
          <w:rFonts w:ascii="Arial" w:hAnsi="Arial" w:cs="Arial"/>
          <w:sz w:val="21"/>
          <w:szCs w:val="21"/>
        </w:rPr>
        <w:footnoteReference w:id="1"/>
      </w:r>
    </w:p>
    <w:p w:rsidR="00E63E32" w:rsidRPr="007F3CFE" w:rsidRDefault="00E63E32" w:rsidP="007F3CFE">
      <w:pPr>
        <w:pStyle w:val="Normal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520931">
        <w:rPr>
          <w:rStyle w:val="FootnoteReference"/>
          <w:rFonts w:ascii="Arial" w:hAnsi="Arial" w:cs="Arial"/>
          <w:color w:val="222222"/>
          <w:sz w:val="21"/>
          <w:szCs w:val="21"/>
        </w:rPr>
        <w:footnoteReference w:id="2"/>
      </w:r>
    </w:p>
    <w:p w:rsidR="00E63E32" w:rsidRPr="00B15FD3" w:rsidRDefault="00E63E32" w:rsidP="0070071F">
      <w:pPr>
        <w:shd w:val="clear" w:color="auto" w:fill="BFBF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bCs/>
          <w:sz w:val="21"/>
          <w:szCs w:val="21"/>
        </w:rPr>
        <w:t xml:space="preserve">INFORMACJA </w:t>
      </w:r>
      <w:r>
        <w:rPr>
          <w:rFonts w:ascii="Arial" w:hAnsi="Arial" w:cs="Arial"/>
          <w:b/>
          <w:bCs/>
          <w:sz w:val="21"/>
          <w:szCs w:val="21"/>
        </w:rPr>
        <w:t>DOTYCZĄCA</w:t>
      </w:r>
      <w:r w:rsidRPr="00B15FD3">
        <w:rPr>
          <w:rFonts w:ascii="Arial" w:hAnsi="Arial" w:cs="Arial"/>
          <w:b/>
          <w:bCs/>
          <w:sz w:val="21"/>
          <w:szCs w:val="21"/>
        </w:rPr>
        <w:t xml:space="preserve"> POLEGANI</w:t>
      </w:r>
      <w:r>
        <w:rPr>
          <w:rFonts w:ascii="Arial" w:hAnsi="Arial" w:cs="Arial"/>
          <w:b/>
          <w:bCs/>
          <w:sz w:val="21"/>
          <w:szCs w:val="21"/>
        </w:rPr>
        <w:t>A</w:t>
      </w:r>
      <w:r w:rsidRPr="00B15FD3">
        <w:rPr>
          <w:rFonts w:ascii="Arial" w:hAnsi="Arial" w:cs="Arial"/>
          <w:b/>
          <w:bCs/>
          <w:sz w:val="21"/>
          <w:szCs w:val="21"/>
        </w:rPr>
        <w:t xml:space="preserve"> NA </w:t>
      </w:r>
      <w:r>
        <w:rPr>
          <w:rFonts w:ascii="Arial" w:hAnsi="Arial" w:cs="Arial"/>
          <w:b/>
          <w:bCs/>
          <w:sz w:val="21"/>
          <w:szCs w:val="21"/>
        </w:rPr>
        <w:t>ZDOLNOŚCIACH LUB SYTUACJI PODMIOTU UDOSTĘPNIAJĄCEGO ZASOBY</w:t>
      </w:r>
      <w:r w:rsidRPr="00EF7F7F">
        <w:rPr>
          <w:rFonts w:ascii="Arial" w:hAnsi="Arial" w:cs="Arial"/>
          <w:b/>
          <w:bCs/>
          <w:sz w:val="21"/>
          <w:szCs w:val="21"/>
        </w:rPr>
        <w:t xml:space="preserve"> </w:t>
      </w:r>
      <w:r>
        <w:rPr>
          <w:rFonts w:ascii="Arial" w:hAnsi="Arial" w:cs="Arial"/>
          <w:b/>
          <w:bCs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:rsidR="00E63E32" w:rsidRPr="00F90528" w:rsidRDefault="00E63E32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iCs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iCs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iCs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iCs/>
          <w:color w:val="0070C0"/>
          <w:sz w:val="16"/>
          <w:szCs w:val="16"/>
        </w:rPr>
        <w:t>w przypadku podmiotu udostępniającego zasoby, na którego</w:t>
      </w:r>
      <w:r w:rsidRPr="0072314D">
        <w:rPr>
          <w:rFonts w:ascii="Arial" w:hAnsi="Arial" w:cs="Arial"/>
          <w:i/>
          <w:iCs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color w:val="0070C0"/>
          <w:sz w:val="16"/>
          <w:szCs w:val="16"/>
        </w:rPr>
        <w:t>zdolnościach lub sytuacji wykonawca polega w zakresie odpowiadającym ponad 10% wartości zamówienia. W przypadku więcej niż jednego podmiotu udostępniającego zasoby, na którego</w:t>
      </w:r>
      <w:r w:rsidRPr="0072314D">
        <w:rPr>
          <w:rFonts w:ascii="Arial" w:hAnsi="Arial" w:cs="Arial"/>
          <w:i/>
          <w:iCs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color w:val="0070C0"/>
          <w:sz w:val="16"/>
          <w:szCs w:val="16"/>
        </w:rPr>
        <w:t>zdolnościach lub sytuacji wykonawca polega w zakresie odpowiadającym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:rsidR="00E63E32" w:rsidRPr="00DE447D" w:rsidRDefault="00E63E32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iCs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iCs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 </w:t>
      </w:r>
      <w:r w:rsidRPr="00A22DCF">
        <w:rPr>
          <w:rFonts w:ascii="Arial" w:hAnsi="Arial" w:cs="Arial"/>
          <w:sz w:val="21"/>
          <w:szCs w:val="21"/>
        </w:rPr>
        <w:t>podmiotu</w:t>
      </w:r>
      <w:r>
        <w:rPr>
          <w:rFonts w:ascii="Arial" w:hAnsi="Arial" w:cs="Arial"/>
          <w:sz w:val="21"/>
          <w:szCs w:val="21"/>
        </w:rPr>
        <w:t xml:space="preserve"> udostępniającego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Pr="00A22DCF">
        <w:rPr>
          <w:rFonts w:ascii="Arial" w:hAnsi="Arial" w:cs="Arial"/>
          <w:sz w:val="21"/>
          <w:szCs w:val="21"/>
        </w:rPr>
        <w:t>………………</w:t>
      </w:r>
      <w:r>
        <w:rPr>
          <w:rFonts w:ascii="Arial" w:hAnsi="Arial" w:cs="Arial"/>
          <w:sz w:val="21"/>
          <w:szCs w:val="21"/>
        </w:rPr>
        <w:t>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…….</w:t>
      </w:r>
      <w:r w:rsidRPr="00A22DCF">
        <w:rPr>
          <w:rFonts w:ascii="Arial" w:hAnsi="Arial" w:cs="Arial"/>
          <w:sz w:val="21"/>
          <w:szCs w:val="21"/>
        </w:rPr>
        <w:t>…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 </w:t>
      </w:r>
      <w:bookmarkEnd w:id="3"/>
      <w:r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iCs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iCs/>
          <w:sz w:val="16"/>
          <w:szCs w:val="16"/>
        </w:rPr>
        <w:t>dla wskazanego podmiotu)</w:t>
      </w:r>
      <w:r w:rsidRPr="004511DC"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iCs/>
          <w:sz w:val="16"/>
          <w:szCs w:val="16"/>
        </w:rPr>
        <w:br/>
      </w:r>
      <w:r w:rsidRPr="004511DC">
        <w:rPr>
          <w:rFonts w:ascii="Arial" w:hAnsi="Arial" w:cs="Arial"/>
          <w:sz w:val="21"/>
          <w:szCs w:val="21"/>
        </w:rPr>
        <w:t xml:space="preserve">co </w:t>
      </w:r>
      <w:r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:rsidR="00E63E32" w:rsidRDefault="00E63E32" w:rsidP="0091611E">
      <w:pPr>
        <w:shd w:val="clear" w:color="auto" w:fill="BFBFBF"/>
        <w:spacing w:before="240" w:after="12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 DOTYCZĄCE PODWYKONAWCY, NA KTÓREGO PRZYPADA PONAD 10% WARTOŚCI ZAMÓWIENIA:</w:t>
      </w:r>
    </w:p>
    <w:p w:rsidR="00E63E32" w:rsidRPr="0072314D" w:rsidRDefault="00E63E32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iCs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iCs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iCs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iCs/>
          <w:color w:val="0070C0"/>
          <w:sz w:val="16"/>
          <w:szCs w:val="16"/>
        </w:rPr>
        <w:t>w przypadku podwykonawcy (niebędącego podmiotem udostępniającym zasoby), na którego przypada ponad 10% wartości zamówienia. W przypadku więcej niż jednego podwykonawcy, na którego</w:t>
      </w:r>
      <w:r w:rsidRPr="0072314D">
        <w:rPr>
          <w:rFonts w:ascii="Arial" w:hAnsi="Arial" w:cs="Arial"/>
          <w:i/>
          <w:iCs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color w:val="0070C0"/>
          <w:sz w:val="16"/>
          <w:szCs w:val="16"/>
        </w:rPr>
        <w:t>zdolnościach lub sytuacji wykonawca nie polega, a na którego 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E63E32" w:rsidRDefault="00E63E32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 xml:space="preserve">ego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:rsidR="00E63E32" w:rsidRDefault="00E63E32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E63E32" w:rsidRDefault="00E63E32" w:rsidP="0091611E">
      <w:pPr>
        <w:shd w:val="clear" w:color="auto" w:fill="BFBFBF"/>
        <w:spacing w:before="240" w:after="12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bookmarkStart w:id="4" w:name="_GoBack"/>
      <w:bookmarkEnd w:id="4"/>
      <w:r>
        <w:rPr>
          <w:rFonts w:ascii="Arial" w:hAnsi="Arial" w:cs="Arial"/>
          <w:b/>
          <w:bCs/>
          <w:sz w:val="21"/>
          <w:szCs w:val="21"/>
        </w:rPr>
        <w:t>OŚWIADCZENIE DOTYCZĄCE DOSTAWCY, NA KTÓREGO PRZYPADA PONAD 10% WARTOŚCI ZAMÓWIENIA:</w:t>
      </w:r>
    </w:p>
    <w:p w:rsidR="00E63E32" w:rsidRPr="0072314D" w:rsidRDefault="00E63E32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iCs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iCs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iCs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iCs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iCs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iCs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iCs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:rsidR="00E63E32" w:rsidRDefault="00E63E32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 xml:space="preserve">: </w:t>
      </w:r>
    </w:p>
    <w:p w:rsidR="00E63E32" w:rsidRDefault="00E63E32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:rsidR="00E63E32" w:rsidRDefault="00E63E32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:rsidR="00E63E32" w:rsidRDefault="00E63E32" w:rsidP="0091611E">
      <w:pPr>
        <w:shd w:val="clear" w:color="auto" w:fill="BFBFBF"/>
        <w:spacing w:before="24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:rsidR="00E63E32" w:rsidRDefault="00E63E32" w:rsidP="00EF45B6">
      <w:pPr>
        <w:spacing w:after="0" w:line="360" w:lineRule="auto"/>
        <w:jc w:val="both"/>
        <w:rPr>
          <w:rFonts w:ascii="Arial" w:hAnsi="Arial" w:cs="Arial"/>
          <w:b/>
          <w:bCs/>
        </w:rPr>
      </w:pPr>
    </w:p>
    <w:p w:rsidR="00E63E32" w:rsidRDefault="00E63E32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E63E32" w:rsidRDefault="00E63E32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63E32" w:rsidRPr="00E44F37" w:rsidRDefault="00E63E32" w:rsidP="00EF45B6">
      <w:pPr>
        <w:shd w:val="clear" w:color="auto" w:fill="BFBFBF"/>
        <w:spacing w:after="12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bCs/>
          <w:sz w:val="21"/>
          <w:szCs w:val="21"/>
        </w:rPr>
        <w:t>:</w:t>
      </w:r>
    </w:p>
    <w:p w:rsidR="00E63E32" w:rsidRDefault="00E63E32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:rsidR="00E63E32" w:rsidRPr="00AA336E" w:rsidRDefault="00E63E32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iCs/>
          <w:sz w:val="16"/>
          <w:szCs w:val="16"/>
        </w:rPr>
        <w:t>(wskazać</w:t>
      </w:r>
      <w:r>
        <w:rPr>
          <w:rFonts w:ascii="Arial" w:hAnsi="Arial" w:cs="Arial"/>
          <w:i/>
          <w:iCs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E63E32" w:rsidRPr="00A22DCF" w:rsidRDefault="00E63E32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:rsidR="00E63E32" w:rsidRDefault="00E63E32" w:rsidP="00EF45B6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9C7756">
        <w:rPr>
          <w:rFonts w:ascii="Arial" w:hAnsi="Arial" w:cs="Arial"/>
          <w:i/>
          <w:iCs/>
          <w:sz w:val="16"/>
          <w:szCs w:val="16"/>
        </w:rPr>
        <w:t>(wskazać</w:t>
      </w:r>
      <w:r>
        <w:rPr>
          <w:rFonts w:ascii="Arial" w:hAnsi="Arial" w:cs="Arial"/>
          <w:i/>
          <w:iCs/>
          <w:sz w:val="16"/>
          <w:szCs w:val="16"/>
        </w:rPr>
        <w:t xml:space="preserve"> podmiotowy środek dowodowy, adres internetowy, wydający urząd lub organ, dokładne dane referencyjne dokumentacji)</w:t>
      </w:r>
    </w:p>
    <w:p w:rsidR="00E63E32" w:rsidRDefault="00E63E32" w:rsidP="00EF45B6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:rsidR="00E63E32" w:rsidRDefault="00E63E32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:rsidR="00E63E32" w:rsidRDefault="00E63E32" w:rsidP="00772C07">
      <w:pPr>
        <w:spacing w:after="0" w:line="240" w:lineRule="auto"/>
        <w:ind w:left="3960"/>
        <w:jc w:val="center"/>
        <w:rPr>
          <w:rFonts w:ascii="Arial" w:hAnsi="Arial" w:cs="Arial"/>
          <w:i/>
          <w:iCs/>
          <w:sz w:val="16"/>
          <w:szCs w:val="16"/>
        </w:rPr>
      </w:pPr>
      <w:r w:rsidRPr="00772C07">
        <w:rPr>
          <w:rFonts w:ascii="Arial" w:hAnsi="Arial" w:cs="Arial"/>
          <w:i/>
          <w:iCs/>
          <w:sz w:val="16"/>
          <w:szCs w:val="16"/>
        </w:rPr>
        <w:t>Dokument należy podpisać kwalifikowanym podpisem elektronicznym,</w:t>
      </w:r>
    </w:p>
    <w:p w:rsidR="00E63E32" w:rsidRDefault="00E63E32" w:rsidP="00772C07">
      <w:pPr>
        <w:spacing w:after="0" w:line="240" w:lineRule="auto"/>
        <w:ind w:left="3960"/>
        <w:jc w:val="center"/>
        <w:rPr>
          <w:rFonts w:ascii="Arial" w:hAnsi="Arial" w:cs="Arial"/>
          <w:i/>
          <w:iCs/>
          <w:sz w:val="16"/>
          <w:szCs w:val="16"/>
        </w:rPr>
      </w:pPr>
      <w:r w:rsidRPr="00772C07">
        <w:rPr>
          <w:rFonts w:ascii="Arial" w:hAnsi="Arial" w:cs="Arial"/>
          <w:i/>
          <w:iCs/>
          <w:sz w:val="16"/>
          <w:szCs w:val="16"/>
        </w:rPr>
        <w:t>podpisem zaufanym lub podpisem osobistym przez osobę(y)</w:t>
      </w:r>
    </w:p>
    <w:p w:rsidR="00E63E32" w:rsidRDefault="00E63E32" w:rsidP="00772C07">
      <w:pPr>
        <w:spacing w:after="0" w:line="240" w:lineRule="auto"/>
        <w:ind w:left="3960"/>
        <w:jc w:val="center"/>
        <w:rPr>
          <w:rFonts w:ascii="Arial" w:hAnsi="Arial" w:cs="Arial"/>
          <w:i/>
          <w:iCs/>
          <w:sz w:val="16"/>
          <w:szCs w:val="16"/>
        </w:rPr>
      </w:pPr>
      <w:r w:rsidRPr="00772C07">
        <w:rPr>
          <w:rFonts w:ascii="Arial" w:hAnsi="Arial" w:cs="Arial"/>
          <w:i/>
          <w:iCs/>
          <w:sz w:val="16"/>
          <w:szCs w:val="16"/>
        </w:rPr>
        <w:t>uprawnioną(e) do składania oświadczeń woli w imieniu Wykonawcy,</w:t>
      </w:r>
    </w:p>
    <w:p w:rsidR="00E63E32" w:rsidRPr="00772C07" w:rsidRDefault="00E63E32" w:rsidP="00772C07">
      <w:pPr>
        <w:spacing w:after="0" w:line="240" w:lineRule="auto"/>
        <w:ind w:left="3960"/>
        <w:jc w:val="center"/>
        <w:rPr>
          <w:rFonts w:ascii="Arial" w:hAnsi="Arial" w:cs="Arial"/>
          <w:i/>
          <w:iCs/>
          <w:sz w:val="16"/>
          <w:szCs w:val="16"/>
        </w:rPr>
      </w:pPr>
      <w:r w:rsidRPr="00772C07">
        <w:rPr>
          <w:rFonts w:ascii="Arial" w:hAnsi="Arial" w:cs="Arial"/>
          <w:i/>
          <w:iCs/>
          <w:sz w:val="16"/>
          <w:szCs w:val="16"/>
        </w:rPr>
        <w:t>zgodnie z formą reprezentacji Wykonawcy określoną w dokumencie rejestracyjnym (ewidencyjnym)</w:t>
      </w:r>
      <w:r>
        <w:rPr>
          <w:rFonts w:ascii="Arial" w:hAnsi="Arial" w:cs="Arial"/>
          <w:i/>
          <w:iCs/>
          <w:sz w:val="16"/>
          <w:szCs w:val="16"/>
        </w:rPr>
        <w:t xml:space="preserve"> </w:t>
      </w:r>
      <w:r w:rsidRPr="00772C07">
        <w:rPr>
          <w:rFonts w:ascii="Arial" w:hAnsi="Arial" w:cs="Arial"/>
          <w:i/>
          <w:iCs/>
          <w:sz w:val="16"/>
          <w:szCs w:val="16"/>
        </w:rPr>
        <w:t>właściwym dla formy organizacyjnej Wykonawcy lub pełnomocnika.</w:t>
      </w:r>
    </w:p>
    <w:sectPr w:rsidR="00E63E32" w:rsidRPr="00772C07" w:rsidSect="00B466F2">
      <w:headerReference w:type="default" r:id="rId7"/>
      <w:pgSz w:w="11906" w:h="16838"/>
      <w:pgMar w:top="89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3E32" w:rsidRDefault="00E63E32" w:rsidP="00EF45B6">
      <w:pPr>
        <w:spacing w:after="0" w:line="240" w:lineRule="auto"/>
      </w:pPr>
      <w:r>
        <w:separator/>
      </w:r>
    </w:p>
  </w:endnote>
  <w:endnote w:type="continuationSeparator" w:id="0">
    <w:p w:rsidR="00E63E32" w:rsidRDefault="00E63E32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3E32" w:rsidRDefault="00E63E32" w:rsidP="00EF45B6">
      <w:pPr>
        <w:spacing w:after="0" w:line="240" w:lineRule="auto"/>
      </w:pPr>
      <w:r>
        <w:separator/>
      </w:r>
    </w:p>
  </w:footnote>
  <w:footnote w:type="continuationSeparator" w:id="0">
    <w:p w:rsidR="00E63E32" w:rsidRDefault="00E63E32" w:rsidP="00EF45B6">
      <w:pPr>
        <w:spacing w:after="0" w:line="240" w:lineRule="auto"/>
      </w:pPr>
      <w:r>
        <w:continuationSeparator/>
      </w:r>
    </w:p>
  </w:footnote>
  <w:footnote w:id="1">
    <w:p w:rsidR="00E63E32" w:rsidRPr="00B929A1" w:rsidRDefault="00E63E32" w:rsidP="00EF45B6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FootnoteReference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E63E32" w:rsidRDefault="00E63E32" w:rsidP="00EF45B6">
      <w:pPr>
        <w:pStyle w:val="FootnoteText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E63E32" w:rsidRDefault="00E63E32" w:rsidP="00EF45B6">
      <w:pPr>
        <w:pStyle w:val="FootnoteText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:rsidR="00E63E32" w:rsidRPr="00B929A1" w:rsidRDefault="00E63E32" w:rsidP="00EF45B6">
      <w:pPr>
        <w:pStyle w:val="FootnoteText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E63E32" w:rsidRDefault="00E63E32" w:rsidP="00EF45B6">
      <w:pPr>
        <w:pStyle w:val="FootnoteText"/>
        <w:jc w:val="both"/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E63E32" w:rsidRPr="00A82964" w:rsidRDefault="00E63E32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FootnoteReference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:rsidR="00E63E32" w:rsidRPr="00A82964" w:rsidRDefault="00E63E32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E63E32" w:rsidRPr="00A82964" w:rsidRDefault="00E63E32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E63E32" w:rsidRDefault="00E63E32" w:rsidP="00DD39BE">
      <w:pPr>
        <w:spacing w:after="0" w:line="240" w:lineRule="auto"/>
        <w:jc w:val="both"/>
      </w:pPr>
      <w:r w:rsidRPr="00A82964">
        <w:rPr>
          <w:rFonts w:ascii="Arial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3E32" w:rsidRPr="00D707EF" w:rsidRDefault="00E63E32" w:rsidP="001E0801">
    <w:pPr>
      <w:pStyle w:val="Header"/>
      <w:tabs>
        <w:tab w:val="clear" w:pos="9072"/>
        <w:tab w:val="left" w:pos="7290"/>
      </w:tabs>
      <w:spacing w:line="240" w:lineRule="auto"/>
      <w:ind w:left="5400"/>
      <w:jc w:val="right"/>
      <w:rPr>
        <w:color w:val="FF0000"/>
        <w:sz w:val="24"/>
        <w:szCs w:val="24"/>
      </w:rPr>
    </w:pPr>
    <w:r w:rsidRPr="00D707EF">
      <w:rPr>
        <w:color w:val="FF0000"/>
        <w:sz w:val="24"/>
        <w:szCs w:val="24"/>
      </w:rPr>
      <w:t>Załącznik nr 4 do SWZ</w:t>
    </w:r>
  </w:p>
  <w:p w:rsidR="00E63E32" w:rsidRPr="00D707EF" w:rsidRDefault="00E63E32" w:rsidP="00B466F2">
    <w:pPr>
      <w:pStyle w:val="Header"/>
      <w:tabs>
        <w:tab w:val="clear" w:pos="9072"/>
        <w:tab w:val="left" w:pos="7290"/>
      </w:tabs>
      <w:spacing w:line="240" w:lineRule="auto"/>
      <w:ind w:left="5400"/>
      <w:rPr>
        <w:color w:val="FF0000"/>
      </w:rPr>
    </w:pPr>
    <w:r>
      <w:rPr>
        <w:color w:val="FF0000"/>
      </w:rPr>
      <w:t xml:space="preserve">     </w:t>
    </w:r>
    <w:r w:rsidRPr="00D707EF">
      <w:rPr>
        <w:color w:val="FF0000"/>
      </w:rPr>
      <w:t>(składany wraz z Formularzem Oferty)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F45B6"/>
    <w:rsid w:val="000011F3"/>
    <w:rsid w:val="00002C4D"/>
    <w:rsid w:val="000110DD"/>
    <w:rsid w:val="00013DB0"/>
    <w:rsid w:val="00017507"/>
    <w:rsid w:val="00024EB6"/>
    <w:rsid w:val="00036AE3"/>
    <w:rsid w:val="0005531E"/>
    <w:rsid w:val="00063A88"/>
    <w:rsid w:val="00066313"/>
    <w:rsid w:val="00074793"/>
    <w:rsid w:val="0008372E"/>
    <w:rsid w:val="000B07BD"/>
    <w:rsid w:val="000B1DB3"/>
    <w:rsid w:val="000F1021"/>
    <w:rsid w:val="00101E83"/>
    <w:rsid w:val="00123660"/>
    <w:rsid w:val="00163825"/>
    <w:rsid w:val="00164500"/>
    <w:rsid w:val="001850F0"/>
    <w:rsid w:val="001878D7"/>
    <w:rsid w:val="001A0D70"/>
    <w:rsid w:val="001C7622"/>
    <w:rsid w:val="001D3A19"/>
    <w:rsid w:val="001D3A1C"/>
    <w:rsid w:val="001D4BE2"/>
    <w:rsid w:val="001E0801"/>
    <w:rsid w:val="002028D0"/>
    <w:rsid w:val="00205F16"/>
    <w:rsid w:val="0021086B"/>
    <w:rsid w:val="00244D67"/>
    <w:rsid w:val="00252230"/>
    <w:rsid w:val="00274196"/>
    <w:rsid w:val="00275181"/>
    <w:rsid w:val="002B39C8"/>
    <w:rsid w:val="002B44C6"/>
    <w:rsid w:val="002C4F89"/>
    <w:rsid w:val="002D5F51"/>
    <w:rsid w:val="002E308D"/>
    <w:rsid w:val="0031511B"/>
    <w:rsid w:val="00325FD5"/>
    <w:rsid w:val="00326360"/>
    <w:rsid w:val="003346B6"/>
    <w:rsid w:val="00353215"/>
    <w:rsid w:val="00363404"/>
    <w:rsid w:val="00372643"/>
    <w:rsid w:val="00376211"/>
    <w:rsid w:val="003964F0"/>
    <w:rsid w:val="003A0825"/>
    <w:rsid w:val="003A1B2A"/>
    <w:rsid w:val="003B20E0"/>
    <w:rsid w:val="003B41EA"/>
    <w:rsid w:val="003F4ED6"/>
    <w:rsid w:val="003F554E"/>
    <w:rsid w:val="004005F0"/>
    <w:rsid w:val="00401083"/>
    <w:rsid w:val="00431222"/>
    <w:rsid w:val="004337E3"/>
    <w:rsid w:val="00437BEB"/>
    <w:rsid w:val="0044633B"/>
    <w:rsid w:val="00446EF2"/>
    <w:rsid w:val="0045071B"/>
    <w:rsid w:val="004511DC"/>
    <w:rsid w:val="00462D74"/>
    <w:rsid w:val="004709E7"/>
    <w:rsid w:val="00473DE0"/>
    <w:rsid w:val="004744BF"/>
    <w:rsid w:val="004E30CE"/>
    <w:rsid w:val="004E3F67"/>
    <w:rsid w:val="004E4476"/>
    <w:rsid w:val="004F110B"/>
    <w:rsid w:val="005142D1"/>
    <w:rsid w:val="00515797"/>
    <w:rsid w:val="00520931"/>
    <w:rsid w:val="0053177A"/>
    <w:rsid w:val="00550974"/>
    <w:rsid w:val="00552D8A"/>
    <w:rsid w:val="00575189"/>
    <w:rsid w:val="005773E6"/>
    <w:rsid w:val="0058563A"/>
    <w:rsid w:val="00595A93"/>
    <w:rsid w:val="005A521B"/>
    <w:rsid w:val="005A7166"/>
    <w:rsid w:val="005B775F"/>
    <w:rsid w:val="005C4A49"/>
    <w:rsid w:val="005D53C6"/>
    <w:rsid w:val="005D6FD6"/>
    <w:rsid w:val="005E5605"/>
    <w:rsid w:val="005F269B"/>
    <w:rsid w:val="00617F60"/>
    <w:rsid w:val="0062507F"/>
    <w:rsid w:val="00640631"/>
    <w:rsid w:val="00646CE4"/>
    <w:rsid w:val="00653BFF"/>
    <w:rsid w:val="00661308"/>
    <w:rsid w:val="006664F7"/>
    <w:rsid w:val="006703DD"/>
    <w:rsid w:val="00671064"/>
    <w:rsid w:val="00675CEE"/>
    <w:rsid w:val="006904D9"/>
    <w:rsid w:val="006D435C"/>
    <w:rsid w:val="006D7E50"/>
    <w:rsid w:val="006F3753"/>
    <w:rsid w:val="0070071F"/>
    <w:rsid w:val="007007DE"/>
    <w:rsid w:val="007067F9"/>
    <w:rsid w:val="00710B9D"/>
    <w:rsid w:val="0071166D"/>
    <w:rsid w:val="0072314D"/>
    <w:rsid w:val="0072465F"/>
    <w:rsid w:val="00735F5B"/>
    <w:rsid w:val="0074042A"/>
    <w:rsid w:val="007564A2"/>
    <w:rsid w:val="00760BF1"/>
    <w:rsid w:val="00760CC0"/>
    <w:rsid w:val="007648CC"/>
    <w:rsid w:val="00772C07"/>
    <w:rsid w:val="007A3CD9"/>
    <w:rsid w:val="007B483A"/>
    <w:rsid w:val="007B5B0E"/>
    <w:rsid w:val="007C4CC7"/>
    <w:rsid w:val="007C686D"/>
    <w:rsid w:val="007D7A34"/>
    <w:rsid w:val="007F3CFE"/>
    <w:rsid w:val="007F4003"/>
    <w:rsid w:val="00830142"/>
    <w:rsid w:val="00830BFB"/>
    <w:rsid w:val="00833059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40B07"/>
    <w:rsid w:val="009561D0"/>
    <w:rsid w:val="009A0A1A"/>
    <w:rsid w:val="009A110B"/>
    <w:rsid w:val="009A138B"/>
    <w:rsid w:val="009C7756"/>
    <w:rsid w:val="009D26F2"/>
    <w:rsid w:val="00A0457A"/>
    <w:rsid w:val="00A0641D"/>
    <w:rsid w:val="00A21AF8"/>
    <w:rsid w:val="00A22DCF"/>
    <w:rsid w:val="00A33955"/>
    <w:rsid w:val="00A345E9"/>
    <w:rsid w:val="00A478EF"/>
    <w:rsid w:val="00A755E1"/>
    <w:rsid w:val="00A82964"/>
    <w:rsid w:val="00A834D8"/>
    <w:rsid w:val="00A841EE"/>
    <w:rsid w:val="00A940AE"/>
    <w:rsid w:val="00AA336E"/>
    <w:rsid w:val="00AB19B5"/>
    <w:rsid w:val="00AB4BEB"/>
    <w:rsid w:val="00AC6DF2"/>
    <w:rsid w:val="00AD1CCF"/>
    <w:rsid w:val="00AD2D6F"/>
    <w:rsid w:val="00AD57EB"/>
    <w:rsid w:val="00B076D6"/>
    <w:rsid w:val="00B15FD3"/>
    <w:rsid w:val="00B406D1"/>
    <w:rsid w:val="00B466F2"/>
    <w:rsid w:val="00B678E8"/>
    <w:rsid w:val="00B81D52"/>
    <w:rsid w:val="00B929A1"/>
    <w:rsid w:val="00BA70DF"/>
    <w:rsid w:val="00BA798A"/>
    <w:rsid w:val="00BE3A82"/>
    <w:rsid w:val="00BF7160"/>
    <w:rsid w:val="00C064F1"/>
    <w:rsid w:val="00C30F5F"/>
    <w:rsid w:val="00C36402"/>
    <w:rsid w:val="00C449A1"/>
    <w:rsid w:val="00C63B91"/>
    <w:rsid w:val="00C73369"/>
    <w:rsid w:val="00C74380"/>
    <w:rsid w:val="00C749D0"/>
    <w:rsid w:val="00C7597C"/>
    <w:rsid w:val="00C81BC3"/>
    <w:rsid w:val="00C9115C"/>
    <w:rsid w:val="00CB74CE"/>
    <w:rsid w:val="00CD2FC0"/>
    <w:rsid w:val="00CD70D0"/>
    <w:rsid w:val="00D13E55"/>
    <w:rsid w:val="00D16AF0"/>
    <w:rsid w:val="00D32672"/>
    <w:rsid w:val="00D37BC3"/>
    <w:rsid w:val="00D556E3"/>
    <w:rsid w:val="00D6317D"/>
    <w:rsid w:val="00D705BC"/>
    <w:rsid w:val="00D707EF"/>
    <w:rsid w:val="00D82B9E"/>
    <w:rsid w:val="00D91691"/>
    <w:rsid w:val="00D92243"/>
    <w:rsid w:val="00D9619E"/>
    <w:rsid w:val="00DA12BB"/>
    <w:rsid w:val="00DD39BE"/>
    <w:rsid w:val="00DD59F0"/>
    <w:rsid w:val="00DE447D"/>
    <w:rsid w:val="00DF4767"/>
    <w:rsid w:val="00E10B15"/>
    <w:rsid w:val="00E22985"/>
    <w:rsid w:val="00E239E9"/>
    <w:rsid w:val="00E34D47"/>
    <w:rsid w:val="00E44F37"/>
    <w:rsid w:val="00E60BE9"/>
    <w:rsid w:val="00E63E32"/>
    <w:rsid w:val="00E77438"/>
    <w:rsid w:val="00E84280"/>
    <w:rsid w:val="00E96487"/>
    <w:rsid w:val="00EC5C90"/>
    <w:rsid w:val="00EF45B6"/>
    <w:rsid w:val="00EF7F7F"/>
    <w:rsid w:val="00F14423"/>
    <w:rsid w:val="00F3511F"/>
    <w:rsid w:val="00F6589D"/>
    <w:rsid w:val="00F90528"/>
    <w:rsid w:val="00FA22ED"/>
    <w:rsid w:val="00FA4945"/>
    <w:rsid w:val="00FB3729"/>
    <w:rsid w:val="00FC2303"/>
    <w:rsid w:val="00FE0E4E"/>
    <w:rsid w:val="00FE17ED"/>
    <w:rsid w:val="00FF1F88"/>
    <w:rsid w:val="00FF6E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554E"/>
    <w:pPr>
      <w:spacing w:after="160" w:line="25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EF45B6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EF45B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EF45B6"/>
    <w:rPr>
      <w:vertAlign w:val="superscript"/>
    </w:rPr>
  </w:style>
  <w:style w:type="character" w:styleId="Hyperlink">
    <w:name w:val="Hyperlink"/>
    <w:basedOn w:val="DefaultParagraphFont"/>
    <w:uiPriority w:val="99"/>
    <w:rsid w:val="00EF45B6"/>
    <w:rPr>
      <w:color w:val="auto"/>
      <w:u w:val="single"/>
    </w:rPr>
  </w:style>
  <w:style w:type="character" w:styleId="Emphasis">
    <w:name w:val="Emphasis"/>
    <w:basedOn w:val="DefaultParagraphFont"/>
    <w:uiPriority w:val="99"/>
    <w:qFormat/>
    <w:rsid w:val="007648CC"/>
    <w:rPr>
      <w:i/>
      <w:iCs/>
    </w:rPr>
  </w:style>
  <w:style w:type="paragraph" w:styleId="ListParagraph">
    <w:name w:val="List Paragraph"/>
    <w:basedOn w:val="Normal"/>
    <w:uiPriority w:val="99"/>
    <w:qFormat/>
    <w:rsid w:val="0084509A"/>
    <w:pPr>
      <w:ind w:left="720"/>
    </w:pPr>
  </w:style>
  <w:style w:type="paragraph" w:styleId="NormalWeb">
    <w:name w:val="Normal (Web)"/>
    <w:basedOn w:val="Normal"/>
    <w:uiPriority w:val="99"/>
    <w:rsid w:val="007F3CFE"/>
    <w:pPr>
      <w:spacing w:line="259" w:lineRule="auto"/>
    </w:pPr>
    <w:rPr>
      <w:sz w:val="24"/>
      <w:szCs w:val="24"/>
    </w:rPr>
  </w:style>
  <w:style w:type="character" w:customStyle="1" w:styleId="UnresolvedMention">
    <w:name w:val="Unresolved Mention"/>
    <w:basedOn w:val="DefaultParagraphFont"/>
    <w:uiPriority w:val="99"/>
    <w:semiHidden/>
    <w:rsid w:val="00AD57EB"/>
    <w:rPr>
      <w:color w:val="auto"/>
      <w:shd w:val="clear" w:color="auto" w:fill="auto"/>
    </w:rPr>
  </w:style>
  <w:style w:type="paragraph" w:styleId="EndnoteText">
    <w:name w:val="endnote text"/>
    <w:basedOn w:val="Normal"/>
    <w:link w:val="EndnoteTextChar"/>
    <w:uiPriority w:val="99"/>
    <w:semiHidden/>
    <w:rsid w:val="00595A9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locked/>
    <w:rsid w:val="00595A9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rsid w:val="00595A93"/>
    <w:rPr>
      <w:vertAlign w:val="superscript"/>
    </w:rPr>
  </w:style>
  <w:style w:type="paragraph" w:styleId="Revision">
    <w:name w:val="Revision"/>
    <w:hidden/>
    <w:uiPriority w:val="99"/>
    <w:semiHidden/>
    <w:rsid w:val="00B406D1"/>
    <w:rPr>
      <w:rFonts w:cs="Calibri"/>
      <w:lang w:eastAsia="en-US"/>
    </w:rPr>
  </w:style>
  <w:style w:type="character" w:styleId="CommentReference">
    <w:name w:val="annotation reference"/>
    <w:basedOn w:val="DefaultParagraphFont"/>
    <w:uiPriority w:val="99"/>
    <w:semiHidden/>
    <w:rsid w:val="00760CC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760CC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760CC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760CC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760CC0"/>
    <w:rPr>
      <w:b/>
      <w:bCs/>
    </w:rPr>
  </w:style>
  <w:style w:type="paragraph" w:styleId="Header">
    <w:name w:val="header"/>
    <w:basedOn w:val="Normal"/>
    <w:link w:val="HeaderChar"/>
    <w:uiPriority w:val="99"/>
    <w:rsid w:val="00B466F2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466F2"/>
    <w:rPr>
      <w:rFonts w:ascii="Calibri" w:hAnsi="Calibri" w:cs="Calibri"/>
      <w:sz w:val="22"/>
      <w:szCs w:val="22"/>
      <w:lang w:val="pl-PL" w:eastAsia="en-US"/>
    </w:rPr>
  </w:style>
  <w:style w:type="paragraph" w:styleId="Footer">
    <w:name w:val="footer"/>
    <w:basedOn w:val="Normal"/>
    <w:link w:val="FooterChar"/>
    <w:uiPriority w:val="99"/>
    <w:rsid w:val="00B466F2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2D5F51"/>
    <w:rPr>
      <w:lang w:eastAsia="en-US"/>
    </w:rPr>
  </w:style>
  <w:style w:type="paragraph" w:customStyle="1" w:styleId="ZnakZnakZnakZnakZnak1ZnakZnakZnak">
    <w:name w:val="Znak Znak Znak Znak Znak1 Znak Znak Znak"/>
    <w:basedOn w:val="Normal"/>
    <w:uiPriority w:val="99"/>
    <w:rsid w:val="002B44C6"/>
    <w:pPr>
      <w:spacing w:after="0" w:line="240" w:lineRule="auto"/>
    </w:pPr>
    <w:rPr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5597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597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8</TotalTime>
  <Pages>3</Pages>
  <Words>861</Words>
  <Characters>5171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Wykonawca:</dc:title>
  <dc:subject/>
  <dc:creator>Kowalski Artur</dc:creator>
  <cp:keywords/>
  <dc:description/>
  <cp:lastModifiedBy>aroessler</cp:lastModifiedBy>
  <cp:revision>5</cp:revision>
  <cp:lastPrinted>2022-07-19T05:57:00Z</cp:lastPrinted>
  <dcterms:created xsi:type="dcterms:W3CDTF">2022-09-13T09:47:00Z</dcterms:created>
  <dcterms:modified xsi:type="dcterms:W3CDTF">2024-10-04T09:19:00Z</dcterms:modified>
</cp:coreProperties>
</file>