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6E7C5463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9015A5">
        <w:rPr>
          <w:b/>
          <w:sz w:val="22"/>
          <w:szCs w:val="22"/>
        </w:rPr>
        <w:t>7</w:t>
      </w:r>
      <w:r w:rsidR="00262DD2" w:rsidRPr="00262DD2">
        <w:rPr>
          <w:b/>
          <w:sz w:val="22"/>
          <w:szCs w:val="22"/>
        </w:rPr>
        <w:t>.202</w:t>
      </w:r>
      <w:r w:rsidR="00B46994">
        <w:rPr>
          <w:b/>
          <w:sz w:val="22"/>
          <w:szCs w:val="22"/>
        </w:rPr>
        <w:t>4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/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>
        <w:tc>
          <w:tcPr>
            <w:tcW w:w="9104" w:type="dxa"/>
            <w:shd w:val="clear" w:color="auto" w:fill="C5E0B3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16E04E23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9015A5">
              <w:t>4</w:t>
            </w:r>
            <w:r w:rsidR="003C1E8A">
              <w:t>r.</w:t>
            </w:r>
            <w:r w:rsidRPr="00262DD2">
              <w:t xml:space="preserve"> poz. </w:t>
            </w:r>
            <w:r w:rsidR="009A7296">
              <w:t>1</w:t>
            </w:r>
            <w:r w:rsidR="009015A5">
              <w:t>320</w:t>
            </w:r>
            <w:r w:rsidRPr="00262DD2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105AEE20" w14:textId="0075DF04" w:rsidR="003C1E8A" w:rsidRDefault="00905310" w:rsidP="0097716E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0F054F">
        <w:rPr>
          <w:b/>
          <w:i/>
          <w:iCs/>
          <w:color w:val="005042"/>
          <w:sz w:val="22"/>
          <w:szCs w:val="22"/>
        </w:rPr>
        <w:t>„</w:t>
      </w:r>
      <w:r w:rsidR="009015A5" w:rsidRPr="009015A5">
        <w:rPr>
          <w:b/>
          <w:i/>
          <w:iCs/>
          <w:color w:val="005042"/>
          <w:sz w:val="22"/>
          <w:szCs w:val="22"/>
        </w:rPr>
        <w:t>Wykonanie wymiany pokrycia dachu wraz z elewacją w istniejącym budynku magazynowo-gospodarczym (stodoły) szkółki leśnej w Bąku – II postępowanie</w:t>
      </w:r>
      <w:r w:rsidRPr="000F054F">
        <w:rPr>
          <w:b/>
          <w:i/>
          <w:iCs/>
          <w:color w:val="005042"/>
          <w:sz w:val="22"/>
          <w:szCs w:val="22"/>
        </w:rPr>
        <w:t>”</w:t>
      </w:r>
    </w:p>
    <w:p w14:paraId="1358F8A1" w14:textId="77777777" w:rsidR="0097716E" w:rsidRPr="000F054F" w:rsidRDefault="0097716E" w:rsidP="0097716E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</w:p>
    <w:p w14:paraId="6A76FFF7" w14:textId="77777777" w:rsidR="00AB3BD3" w:rsidRPr="005E622E" w:rsidRDefault="00AB3BD3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2760FB15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(Dz. U. z </w:t>
      </w:r>
      <w:r w:rsidR="00106008" w:rsidRPr="00106008">
        <w:rPr>
          <w:sz w:val="22"/>
          <w:szCs w:val="22"/>
        </w:rPr>
        <w:t>2024 poz. 594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22BE1A4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(Dz. U. z </w:t>
      </w:r>
      <w:r w:rsidR="00106008" w:rsidRPr="00106008">
        <w:rPr>
          <w:sz w:val="22"/>
          <w:szCs w:val="22"/>
        </w:rPr>
        <w:t>2024 poz. 594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8E8D4" w14:textId="77777777" w:rsidR="00063830" w:rsidRDefault="00063830">
      <w:r>
        <w:separator/>
      </w:r>
    </w:p>
  </w:endnote>
  <w:endnote w:type="continuationSeparator" w:id="0">
    <w:p w14:paraId="341D2B15" w14:textId="77777777" w:rsidR="00063830" w:rsidRDefault="0006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5F13B" w14:textId="77777777" w:rsidR="00262DD2" w:rsidRDefault="00262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C0D6F" w14:textId="77777777" w:rsidR="00063830" w:rsidRDefault="00063830">
      <w:r>
        <w:separator/>
      </w:r>
    </w:p>
  </w:footnote>
  <w:footnote w:type="continuationSeparator" w:id="0">
    <w:p w14:paraId="0EFB102B" w14:textId="77777777" w:rsidR="00063830" w:rsidRDefault="00063830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25E94" w14:textId="77777777" w:rsidR="00262DD2" w:rsidRDefault="00262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4B02" w14:textId="77777777" w:rsidR="00262DD2" w:rsidRDefault="00262D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C6EF0" w14:textId="77777777" w:rsidR="00262DD2" w:rsidRDefault="00262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0D2E"/>
    <w:rsid w:val="00012997"/>
    <w:rsid w:val="000621A2"/>
    <w:rsid w:val="00063830"/>
    <w:rsid w:val="000719DC"/>
    <w:rsid w:val="00075CEC"/>
    <w:rsid w:val="00077295"/>
    <w:rsid w:val="000E0467"/>
    <w:rsid w:val="000F054F"/>
    <w:rsid w:val="00106008"/>
    <w:rsid w:val="00106AC7"/>
    <w:rsid w:val="00111985"/>
    <w:rsid w:val="00132D4D"/>
    <w:rsid w:val="00147532"/>
    <w:rsid w:val="001614BA"/>
    <w:rsid w:val="00204613"/>
    <w:rsid w:val="002252A6"/>
    <w:rsid w:val="00262DD2"/>
    <w:rsid w:val="002B1E07"/>
    <w:rsid w:val="002C2DE7"/>
    <w:rsid w:val="002C329D"/>
    <w:rsid w:val="002C34F1"/>
    <w:rsid w:val="002D160C"/>
    <w:rsid w:val="002D3BDF"/>
    <w:rsid w:val="002D43EB"/>
    <w:rsid w:val="003024A8"/>
    <w:rsid w:val="00307E5F"/>
    <w:rsid w:val="00312A4F"/>
    <w:rsid w:val="00336EEB"/>
    <w:rsid w:val="00360BC3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814A4"/>
    <w:rsid w:val="004C55DE"/>
    <w:rsid w:val="004D5C77"/>
    <w:rsid w:val="004E1D16"/>
    <w:rsid w:val="00533E9F"/>
    <w:rsid w:val="0056132E"/>
    <w:rsid w:val="005628CB"/>
    <w:rsid w:val="00583ED5"/>
    <w:rsid w:val="005A5013"/>
    <w:rsid w:val="005B68E8"/>
    <w:rsid w:val="005C0282"/>
    <w:rsid w:val="005C3627"/>
    <w:rsid w:val="005E622E"/>
    <w:rsid w:val="00641063"/>
    <w:rsid w:val="00651F81"/>
    <w:rsid w:val="00664D2F"/>
    <w:rsid w:val="00686C95"/>
    <w:rsid w:val="00697D36"/>
    <w:rsid w:val="006B51E7"/>
    <w:rsid w:val="006D68D8"/>
    <w:rsid w:val="006E0FAA"/>
    <w:rsid w:val="0070113A"/>
    <w:rsid w:val="00717962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509D2"/>
    <w:rsid w:val="00882E9F"/>
    <w:rsid w:val="008843C0"/>
    <w:rsid w:val="008A0D67"/>
    <w:rsid w:val="008B3C7B"/>
    <w:rsid w:val="008C2CBF"/>
    <w:rsid w:val="008D4CAF"/>
    <w:rsid w:val="008E370F"/>
    <w:rsid w:val="009015A5"/>
    <w:rsid w:val="00905310"/>
    <w:rsid w:val="00952336"/>
    <w:rsid w:val="009645E6"/>
    <w:rsid w:val="00964C7D"/>
    <w:rsid w:val="0097716E"/>
    <w:rsid w:val="009826DE"/>
    <w:rsid w:val="009A21D7"/>
    <w:rsid w:val="009A4A2C"/>
    <w:rsid w:val="009A4CD3"/>
    <w:rsid w:val="009A7296"/>
    <w:rsid w:val="009B48F6"/>
    <w:rsid w:val="00A24942"/>
    <w:rsid w:val="00A311C9"/>
    <w:rsid w:val="00A313C8"/>
    <w:rsid w:val="00A46EFE"/>
    <w:rsid w:val="00A807A7"/>
    <w:rsid w:val="00AB3BD3"/>
    <w:rsid w:val="00AB6C06"/>
    <w:rsid w:val="00AB7377"/>
    <w:rsid w:val="00AD329C"/>
    <w:rsid w:val="00B04D14"/>
    <w:rsid w:val="00B26102"/>
    <w:rsid w:val="00B26161"/>
    <w:rsid w:val="00B43A3C"/>
    <w:rsid w:val="00B45ED4"/>
    <w:rsid w:val="00B46994"/>
    <w:rsid w:val="00B54FB4"/>
    <w:rsid w:val="00B724C8"/>
    <w:rsid w:val="00B95D9A"/>
    <w:rsid w:val="00BE6092"/>
    <w:rsid w:val="00C33407"/>
    <w:rsid w:val="00C37CD2"/>
    <w:rsid w:val="00C527C7"/>
    <w:rsid w:val="00C56638"/>
    <w:rsid w:val="00C606B9"/>
    <w:rsid w:val="00CB6204"/>
    <w:rsid w:val="00CC527A"/>
    <w:rsid w:val="00D74F94"/>
    <w:rsid w:val="00DA03F1"/>
    <w:rsid w:val="00DA7A6B"/>
    <w:rsid w:val="00DD482A"/>
    <w:rsid w:val="00DE0396"/>
    <w:rsid w:val="00DE0405"/>
    <w:rsid w:val="00DE252B"/>
    <w:rsid w:val="00DE53B3"/>
    <w:rsid w:val="00E37A20"/>
    <w:rsid w:val="00E62233"/>
    <w:rsid w:val="00EB5766"/>
    <w:rsid w:val="00EC667E"/>
    <w:rsid w:val="00EE63AD"/>
    <w:rsid w:val="00F1461C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14</cp:revision>
  <cp:lastPrinted>2021-09-16T13:18:00Z</cp:lastPrinted>
  <dcterms:created xsi:type="dcterms:W3CDTF">2021-09-16T13:18:00Z</dcterms:created>
  <dcterms:modified xsi:type="dcterms:W3CDTF">2024-11-05T11:28:00Z</dcterms:modified>
</cp:coreProperties>
</file>